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1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94"/>
        <w:gridCol w:w="6853"/>
      </w:tblGrid>
      <w:tr w:rsidR="00BB2807" w:rsidRPr="00BB2807" w:rsidTr="00BB2807">
        <w:trPr>
          <w:cantSplit/>
          <w:trHeight w:val="227"/>
        </w:trPr>
        <w:tc>
          <w:tcPr>
            <w:tcW w:w="2578" w:type="pct"/>
            <w:tcBorders>
              <w:top w:val="nil"/>
              <w:bottom w:val="nil"/>
            </w:tcBorders>
          </w:tcPr>
          <w:p w:rsidR="00BB2807" w:rsidRPr="00BB2807" w:rsidRDefault="00BB2807" w:rsidP="00C60F1D">
            <w:pPr>
              <w:pStyle w:val="TabelleZwischen"/>
              <w:ind w:right="170"/>
              <w:rPr>
                <w:rFonts w:cs="Arial"/>
                <w:sz w:val="24"/>
                <w:szCs w:val="24"/>
              </w:rPr>
            </w:pPr>
            <w:bookmarkStart w:id="0" w:name="_GoBack"/>
            <w:bookmarkEnd w:id="0"/>
            <w:r w:rsidRPr="00BB2807">
              <w:rPr>
                <w:rFonts w:cs="Arial"/>
                <w:sz w:val="24"/>
                <w:szCs w:val="24"/>
              </w:rPr>
              <w:t>Anlage 1: Wirkungsmatrix des Moduls</w:t>
            </w:r>
          </w:p>
        </w:tc>
        <w:tc>
          <w:tcPr>
            <w:tcW w:w="2422" w:type="pct"/>
            <w:tcBorders>
              <w:top w:val="nil"/>
              <w:bottom w:val="nil"/>
            </w:tcBorders>
          </w:tcPr>
          <w:p w:rsidR="00BB2807" w:rsidRPr="00BB2807" w:rsidRDefault="00BB2807" w:rsidP="00C60F1D">
            <w:pPr>
              <w:pStyle w:val="TabelleZwischen"/>
              <w:ind w:left="170"/>
              <w:rPr>
                <w:rFonts w:cs="Arial"/>
                <w:sz w:val="24"/>
                <w:szCs w:val="24"/>
              </w:rPr>
            </w:pPr>
          </w:p>
        </w:tc>
      </w:tr>
      <w:tr w:rsidR="006813FB" w:rsidRPr="002E234F" w:rsidTr="00BB2807">
        <w:trPr>
          <w:cantSplit/>
          <w:trHeight w:val="227"/>
        </w:trPr>
        <w:tc>
          <w:tcPr>
            <w:tcW w:w="2578" w:type="pct"/>
            <w:tcBorders>
              <w:top w:val="nil"/>
            </w:tcBorders>
          </w:tcPr>
          <w:p w:rsidR="006813FB" w:rsidRPr="002E234F" w:rsidRDefault="006813FB" w:rsidP="00C60F1D">
            <w:pPr>
              <w:pStyle w:val="TabelleZwischen"/>
              <w:ind w:right="170"/>
              <w:rPr>
                <w:rFonts w:cs="Arial"/>
              </w:rPr>
            </w:pPr>
            <w:r w:rsidRPr="002E234F">
              <w:rPr>
                <w:rFonts w:cs="Arial"/>
              </w:rPr>
              <w:t>Bezeichnung de</w:t>
            </w:r>
            <w:r w:rsidR="005178F8">
              <w:rPr>
                <w:rFonts w:cs="Arial"/>
              </w:rPr>
              <w:t>s</w:t>
            </w:r>
            <w:r w:rsidR="00262971" w:rsidRPr="002E234F">
              <w:rPr>
                <w:rFonts w:cs="Arial"/>
              </w:rPr>
              <w:t xml:space="preserve"> </w:t>
            </w:r>
            <w:r w:rsidR="00867BC9" w:rsidRPr="002E234F">
              <w:rPr>
                <w:rFonts w:cs="Arial"/>
                <w:color w:val="FF6600"/>
              </w:rPr>
              <w:t>F</w:t>
            </w:r>
            <w:r w:rsidRPr="002E234F">
              <w:rPr>
                <w:rFonts w:cs="Arial"/>
                <w:color w:val="FF6600"/>
              </w:rPr>
              <w:t>Z</w:t>
            </w:r>
            <w:r w:rsidR="00867BC9" w:rsidRPr="002E234F">
              <w:rPr>
                <w:rFonts w:cs="Arial"/>
                <w:color w:val="FF6600"/>
              </w:rPr>
              <w:t>-/ TZ</w:t>
            </w:r>
            <w:r w:rsidRPr="002E234F">
              <w:rPr>
                <w:rFonts w:cs="Arial"/>
              </w:rPr>
              <w:t>-M</w:t>
            </w:r>
            <w:r w:rsidR="005178F8">
              <w:rPr>
                <w:rFonts w:cs="Arial"/>
              </w:rPr>
              <w:t>oduls</w:t>
            </w:r>
          </w:p>
          <w:bookmarkStart w:id="1" w:name="Text211"/>
          <w:p w:rsidR="006813FB" w:rsidRPr="002E234F" w:rsidRDefault="006813FB" w:rsidP="002D5850">
            <w:pPr>
              <w:pStyle w:val="Tabellentext"/>
              <w:spacing w:beforeLines="20" w:before="48" w:afterLines="20" w:after="48" w:line="240" w:lineRule="auto"/>
              <w:ind w:right="170"/>
              <w:rPr>
                <w:rFonts w:cs="Arial"/>
                <w:b/>
                <w:sz w:val="20"/>
                <w:szCs w:val="20"/>
              </w:rPr>
            </w:pPr>
            <w:r w:rsidRPr="002E234F"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Text211"/>
                  <w:enabled/>
                  <w:calcOnExit w:val="0"/>
                  <w:textInput/>
                </w:ffData>
              </w:fldChar>
            </w:r>
            <w:r w:rsidRPr="002E234F">
              <w:rPr>
                <w:rFonts w:cs="Arial"/>
                <w:b/>
                <w:sz w:val="20"/>
                <w:szCs w:val="20"/>
              </w:rPr>
              <w:instrText xml:space="preserve"> FORMTEXT </w:instrText>
            </w:r>
            <w:r w:rsidRPr="002E234F">
              <w:rPr>
                <w:rFonts w:cs="Arial"/>
                <w:b/>
                <w:sz w:val="20"/>
                <w:szCs w:val="20"/>
              </w:rPr>
            </w:r>
            <w:r w:rsidRPr="002E234F">
              <w:rPr>
                <w:rFonts w:cs="Arial"/>
                <w:b/>
                <w:sz w:val="20"/>
                <w:szCs w:val="20"/>
              </w:rPr>
              <w:fldChar w:fldCharType="separate"/>
            </w:r>
            <w:r w:rsidRPr="002E234F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2E234F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2E234F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2E234F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2E234F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2E234F">
              <w:rPr>
                <w:rFonts w:cs="Arial"/>
                <w:b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2422" w:type="pct"/>
            <w:tcBorders>
              <w:top w:val="nil"/>
            </w:tcBorders>
          </w:tcPr>
          <w:p w:rsidR="006813FB" w:rsidRPr="002E234F" w:rsidRDefault="00867BC9" w:rsidP="00C60F1D">
            <w:pPr>
              <w:pStyle w:val="TabelleZwischen"/>
              <w:ind w:left="170"/>
              <w:rPr>
                <w:rFonts w:cs="Arial"/>
              </w:rPr>
            </w:pPr>
            <w:r w:rsidRPr="002E234F">
              <w:rPr>
                <w:rFonts w:cs="Arial"/>
              </w:rPr>
              <w:t>Projektnummer</w:t>
            </w:r>
          </w:p>
          <w:p w:rsidR="006813FB" w:rsidRPr="002E234F" w:rsidRDefault="006813FB" w:rsidP="002D5850">
            <w:pPr>
              <w:pStyle w:val="Tabellentext"/>
              <w:spacing w:beforeLines="20" w:before="48" w:afterLines="20" w:after="48" w:line="240" w:lineRule="auto"/>
              <w:ind w:left="170"/>
              <w:rPr>
                <w:rFonts w:cs="Arial"/>
                <w:b/>
                <w:sz w:val="20"/>
                <w:szCs w:val="20"/>
              </w:rPr>
            </w:pPr>
            <w:r w:rsidRPr="002E234F"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Text211"/>
                  <w:enabled/>
                  <w:calcOnExit w:val="0"/>
                  <w:textInput/>
                </w:ffData>
              </w:fldChar>
            </w:r>
            <w:r w:rsidRPr="002E234F">
              <w:rPr>
                <w:rFonts w:cs="Arial"/>
                <w:b/>
                <w:sz w:val="20"/>
                <w:szCs w:val="20"/>
              </w:rPr>
              <w:instrText xml:space="preserve"> FORMTEXT </w:instrText>
            </w:r>
            <w:r w:rsidRPr="002E234F">
              <w:rPr>
                <w:rFonts w:cs="Arial"/>
                <w:b/>
                <w:sz w:val="20"/>
                <w:szCs w:val="20"/>
              </w:rPr>
            </w:r>
            <w:r w:rsidRPr="002E234F">
              <w:rPr>
                <w:rFonts w:cs="Arial"/>
                <w:b/>
                <w:sz w:val="20"/>
                <w:szCs w:val="20"/>
              </w:rPr>
              <w:fldChar w:fldCharType="separate"/>
            </w:r>
            <w:r w:rsidRPr="002E234F">
              <w:rPr>
                <w:rFonts w:cs="Arial"/>
                <w:b/>
                <w:sz w:val="20"/>
                <w:szCs w:val="20"/>
              </w:rPr>
              <w:t> </w:t>
            </w:r>
            <w:r w:rsidRPr="002E234F">
              <w:rPr>
                <w:rFonts w:cs="Arial"/>
                <w:b/>
                <w:sz w:val="20"/>
                <w:szCs w:val="20"/>
              </w:rPr>
              <w:t> </w:t>
            </w:r>
            <w:r w:rsidRPr="002E234F">
              <w:rPr>
                <w:rFonts w:cs="Arial"/>
                <w:b/>
                <w:sz w:val="20"/>
                <w:szCs w:val="20"/>
              </w:rPr>
              <w:t> </w:t>
            </w:r>
            <w:r w:rsidRPr="002E234F">
              <w:rPr>
                <w:rFonts w:cs="Arial"/>
                <w:b/>
                <w:sz w:val="20"/>
                <w:szCs w:val="20"/>
              </w:rPr>
              <w:t> </w:t>
            </w:r>
            <w:r w:rsidRPr="002E234F">
              <w:rPr>
                <w:rFonts w:cs="Arial"/>
                <w:b/>
                <w:sz w:val="20"/>
                <w:szCs w:val="20"/>
              </w:rPr>
              <w:t> </w:t>
            </w:r>
            <w:r w:rsidRPr="002E234F">
              <w:rPr>
                <w:rFonts w:cs="Arial"/>
                <w:b/>
                <w:sz w:val="20"/>
                <w:szCs w:val="20"/>
              </w:rPr>
              <w:fldChar w:fldCharType="end"/>
            </w:r>
          </w:p>
        </w:tc>
      </w:tr>
      <w:tr w:rsidR="006813FB" w:rsidRPr="002E234F" w:rsidTr="00102FEB">
        <w:trPr>
          <w:cantSplit/>
          <w:trHeight w:val="227"/>
        </w:trPr>
        <w:tc>
          <w:tcPr>
            <w:tcW w:w="2578" w:type="pct"/>
          </w:tcPr>
          <w:p w:rsidR="006813FB" w:rsidRPr="002E234F" w:rsidRDefault="006813FB" w:rsidP="00C60F1D">
            <w:pPr>
              <w:pStyle w:val="TabelleZwischen"/>
              <w:ind w:right="170"/>
              <w:rPr>
                <w:rFonts w:cs="Arial"/>
              </w:rPr>
            </w:pPr>
            <w:r w:rsidRPr="002E234F">
              <w:rPr>
                <w:rFonts w:cs="Arial"/>
              </w:rPr>
              <w:t>Land</w:t>
            </w:r>
            <w:r w:rsidR="006376B6">
              <w:rPr>
                <w:rFonts w:cs="Arial"/>
              </w:rPr>
              <w:t>/Region</w:t>
            </w:r>
          </w:p>
          <w:p w:rsidR="006813FB" w:rsidRPr="002E234F" w:rsidRDefault="006813FB" w:rsidP="002D5850">
            <w:pPr>
              <w:pStyle w:val="Tabellentext"/>
              <w:spacing w:beforeLines="20" w:before="48" w:afterLines="20" w:after="48" w:line="240" w:lineRule="auto"/>
              <w:ind w:right="170"/>
              <w:rPr>
                <w:rFonts w:cs="Arial"/>
                <w:b/>
              </w:rPr>
            </w:pPr>
            <w:r w:rsidRPr="002E234F">
              <w:rPr>
                <w:rFonts w:cs="Arial"/>
                <w:b/>
                <w:noProof/>
                <w:sz w:val="20"/>
                <w:szCs w:val="20"/>
              </w:rPr>
              <w:fldChar w:fldCharType="begin">
                <w:ffData>
                  <w:name w:val="Text211"/>
                  <w:enabled/>
                  <w:calcOnExit w:val="0"/>
                  <w:textInput/>
                </w:ffData>
              </w:fldChar>
            </w:r>
            <w:r w:rsidRPr="002E234F">
              <w:rPr>
                <w:rFonts w:cs="Arial"/>
                <w:b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cs="Arial"/>
                <w:b/>
                <w:noProof/>
                <w:sz w:val="20"/>
                <w:szCs w:val="20"/>
              </w:rPr>
            </w:r>
            <w:r w:rsidRPr="002E234F">
              <w:rPr>
                <w:rFonts w:cs="Arial"/>
                <w:b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2E234F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2E234F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2E234F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2E234F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2E234F">
              <w:rPr>
                <w:rFonts w:cs="Arial"/>
                <w:b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422" w:type="pct"/>
          </w:tcPr>
          <w:p w:rsidR="006813FB" w:rsidRPr="002E234F" w:rsidRDefault="006813FB" w:rsidP="00C60F1D">
            <w:pPr>
              <w:pStyle w:val="TabelleZwischen"/>
              <w:ind w:left="170"/>
              <w:rPr>
                <w:rFonts w:cs="Arial"/>
              </w:rPr>
            </w:pPr>
            <w:r w:rsidRPr="002E234F">
              <w:rPr>
                <w:rFonts w:cs="Arial"/>
              </w:rPr>
              <w:t>Wirkungsmatrix erstellt am</w:t>
            </w:r>
          </w:p>
          <w:p w:rsidR="006813FB" w:rsidRPr="002E234F" w:rsidRDefault="006813FB" w:rsidP="002D5850">
            <w:pPr>
              <w:pStyle w:val="Tabellentext"/>
              <w:spacing w:beforeLines="20" w:before="48" w:afterLines="20" w:after="48" w:line="240" w:lineRule="auto"/>
              <w:ind w:left="170"/>
              <w:rPr>
                <w:rFonts w:cs="Arial"/>
                <w:b/>
                <w:sz w:val="20"/>
                <w:szCs w:val="20"/>
              </w:rPr>
            </w:pPr>
            <w:r w:rsidRPr="002E234F">
              <w:rPr>
                <w:rFonts w:cs="Arial"/>
                <w:b/>
                <w:sz w:val="20"/>
                <w:szCs w:val="20"/>
              </w:rPr>
              <w:fldChar w:fldCharType="begin">
                <w:ffData>
                  <w:name w:val="Text211"/>
                  <w:enabled/>
                  <w:calcOnExit w:val="0"/>
                  <w:textInput/>
                </w:ffData>
              </w:fldChar>
            </w:r>
            <w:r w:rsidRPr="002E234F">
              <w:rPr>
                <w:rFonts w:cs="Arial"/>
                <w:b/>
                <w:sz w:val="20"/>
                <w:szCs w:val="20"/>
              </w:rPr>
              <w:instrText xml:space="preserve"> FORMTEXT </w:instrText>
            </w:r>
            <w:r w:rsidRPr="002E234F">
              <w:rPr>
                <w:rFonts w:cs="Arial"/>
                <w:b/>
                <w:sz w:val="20"/>
                <w:szCs w:val="20"/>
              </w:rPr>
            </w:r>
            <w:r w:rsidRPr="002E234F">
              <w:rPr>
                <w:rFonts w:cs="Arial"/>
                <w:b/>
                <w:sz w:val="20"/>
                <w:szCs w:val="20"/>
              </w:rPr>
              <w:fldChar w:fldCharType="separate"/>
            </w:r>
            <w:r w:rsidRPr="002E234F">
              <w:rPr>
                <w:rFonts w:cs="Arial"/>
                <w:b/>
                <w:sz w:val="20"/>
                <w:szCs w:val="20"/>
              </w:rPr>
              <w:t> </w:t>
            </w:r>
            <w:r w:rsidRPr="002E234F">
              <w:rPr>
                <w:rFonts w:cs="Arial"/>
                <w:b/>
                <w:sz w:val="20"/>
                <w:szCs w:val="20"/>
              </w:rPr>
              <w:t> </w:t>
            </w:r>
            <w:r w:rsidRPr="002E234F">
              <w:rPr>
                <w:rFonts w:cs="Arial"/>
                <w:b/>
                <w:sz w:val="20"/>
                <w:szCs w:val="20"/>
              </w:rPr>
              <w:t> </w:t>
            </w:r>
            <w:r w:rsidRPr="002E234F">
              <w:rPr>
                <w:rFonts w:cs="Arial"/>
                <w:b/>
                <w:sz w:val="20"/>
                <w:szCs w:val="20"/>
              </w:rPr>
              <w:t> </w:t>
            </w:r>
            <w:r w:rsidRPr="002E234F">
              <w:rPr>
                <w:rFonts w:cs="Arial"/>
                <w:b/>
                <w:sz w:val="20"/>
                <w:szCs w:val="20"/>
              </w:rPr>
              <w:t> </w:t>
            </w:r>
            <w:r w:rsidRPr="002E234F">
              <w:rPr>
                <w:rFonts w:cs="Arial"/>
                <w:b/>
                <w:sz w:val="20"/>
                <w:szCs w:val="20"/>
              </w:rPr>
              <w:fldChar w:fldCharType="end"/>
            </w:r>
          </w:p>
        </w:tc>
      </w:tr>
    </w:tbl>
    <w:p w:rsidR="006813FB" w:rsidRDefault="006813FB" w:rsidP="004235F9">
      <w:pPr>
        <w:tabs>
          <w:tab w:val="left" w:pos="1276"/>
          <w:tab w:val="left" w:pos="6379"/>
          <w:tab w:val="left" w:pos="6804"/>
        </w:tabs>
        <w:spacing w:after="120"/>
        <w:rPr>
          <w:rFonts w:ascii="Arial" w:eastAsia="Calibri" w:hAnsi="Arial" w:cs="Arial"/>
          <w:b/>
          <w:sz w:val="20"/>
          <w:szCs w:val="20"/>
        </w:rPr>
      </w:pPr>
    </w:p>
    <w:p w:rsidR="0063130E" w:rsidRPr="0074248F" w:rsidRDefault="00FE6013" w:rsidP="0063130E">
      <w:pPr>
        <w:spacing w:after="120"/>
        <w:rPr>
          <w:rFonts w:ascii="Arial" w:eastAsia="Calibri" w:hAnsi="Arial" w:cs="Arial"/>
          <w:i/>
          <w:vanish/>
          <w:color w:val="FF0000"/>
          <w:sz w:val="20"/>
          <w:szCs w:val="20"/>
        </w:rPr>
      </w:pPr>
      <w:r>
        <w:rPr>
          <w:rFonts w:ascii="Arial" w:eastAsia="Calibri" w:hAnsi="Arial" w:cs="Arial"/>
          <w:i/>
          <w:vanish/>
          <w:color w:val="FF0000"/>
          <w:sz w:val="20"/>
          <w:szCs w:val="20"/>
        </w:rPr>
        <w:t xml:space="preserve">Spätestens ab dem Zeitpunkt der ersten Berichterstattung sind in der Wirkungsmatrix die </w:t>
      </w:r>
      <w:r w:rsidR="0063130E" w:rsidRPr="0074248F">
        <w:rPr>
          <w:rFonts w:ascii="Arial" w:eastAsia="Calibri" w:hAnsi="Arial" w:cs="Arial"/>
          <w:i/>
          <w:vanish/>
          <w:color w:val="FF0000"/>
          <w:sz w:val="20"/>
          <w:szCs w:val="20"/>
        </w:rPr>
        <w:t xml:space="preserve">Istwerte und </w:t>
      </w:r>
      <w:r>
        <w:rPr>
          <w:rFonts w:ascii="Arial" w:eastAsia="Calibri" w:hAnsi="Arial" w:cs="Arial"/>
          <w:i/>
          <w:vanish/>
          <w:color w:val="FF0000"/>
          <w:sz w:val="20"/>
          <w:szCs w:val="20"/>
        </w:rPr>
        <w:t xml:space="preserve">die </w:t>
      </w:r>
      <w:r w:rsidR="0063130E" w:rsidRPr="0074248F">
        <w:rPr>
          <w:rFonts w:ascii="Arial" w:eastAsia="Calibri" w:hAnsi="Arial" w:cs="Arial"/>
          <w:i/>
          <w:vanish/>
          <w:color w:val="FF0000"/>
          <w:sz w:val="20"/>
          <w:szCs w:val="20"/>
        </w:rPr>
        <w:t>Prognosen zur voraussichtlichen Erreichbarkeit von Zielwerten in der Laufzeit einzutragen</w:t>
      </w:r>
      <w:r>
        <w:rPr>
          <w:rFonts w:ascii="Arial" w:eastAsia="Calibri" w:hAnsi="Arial" w:cs="Arial"/>
          <w:i/>
          <w:vanish/>
          <w:color w:val="FF0000"/>
          <w:sz w:val="20"/>
          <w:szCs w:val="20"/>
        </w:rPr>
        <w:t>.</w:t>
      </w:r>
      <w:r w:rsidR="0063130E" w:rsidRPr="0074248F">
        <w:rPr>
          <w:rFonts w:ascii="Arial" w:eastAsia="Calibri" w:hAnsi="Arial" w:cs="Arial"/>
          <w:i/>
          <w:vanish/>
          <w:color w:val="FF0000"/>
          <w:sz w:val="20"/>
          <w:szCs w:val="20"/>
        </w:rPr>
        <w:t xml:space="preserve"> </w:t>
      </w:r>
      <w:r>
        <w:rPr>
          <w:rFonts w:ascii="Arial" w:eastAsia="Calibri" w:hAnsi="Arial" w:cs="Arial"/>
          <w:i/>
          <w:vanish/>
          <w:color w:val="FF0000"/>
          <w:sz w:val="20"/>
          <w:szCs w:val="20"/>
        </w:rPr>
        <w:t>In (Änderungs)-Angeboten, die vor der ersten Berichterstattung abgegeben werden,</w:t>
      </w:r>
      <w:r w:rsidR="0063130E" w:rsidRPr="0074248F">
        <w:rPr>
          <w:rFonts w:ascii="Arial" w:eastAsia="Calibri" w:hAnsi="Arial" w:cs="Arial"/>
          <w:i/>
          <w:vanish/>
          <w:color w:val="FF0000"/>
          <w:sz w:val="20"/>
          <w:szCs w:val="20"/>
        </w:rPr>
        <w:t xml:space="preserve"> sind die orangen Textbestandteile</w:t>
      </w:r>
      <w:r w:rsidR="008637C5">
        <w:rPr>
          <w:rFonts w:ascii="Arial" w:eastAsia="Calibri" w:hAnsi="Arial" w:cs="Arial"/>
          <w:i/>
          <w:vanish/>
          <w:color w:val="FF0000"/>
          <w:sz w:val="20"/>
          <w:szCs w:val="20"/>
        </w:rPr>
        <w:t xml:space="preserve"> hingegen</w:t>
      </w:r>
      <w:r w:rsidR="0063130E" w:rsidRPr="0074248F">
        <w:rPr>
          <w:rFonts w:ascii="Arial" w:eastAsia="Calibri" w:hAnsi="Arial" w:cs="Arial"/>
          <w:i/>
          <w:vanish/>
          <w:color w:val="FF0000"/>
          <w:sz w:val="20"/>
          <w:szCs w:val="20"/>
        </w:rPr>
        <w:t xml:space="preserve"> zu löschen.</w:t>
      </w:r>
    </w:p>
    <w:p w:rsidR="0063130E" w:rsidRPr="002E234F" w:rsidRDefault="0063130E" w:rsidP="004235F9">
      <w:pPr>
        <w:tabs>
          <w:tab w:val="left" w:pos="1276"/>
          <w:tab w:val="left" w:pos="6379"/>
          <w:tab w:val="left" w:pos="6804"/>
        </w:tabs>
        <w:spacing w:after="120"/>
        <w:rPr>
          <w:rFonts w:ascii="Arial" w:eastAsia="Calibri" w:hAnsi="Arial" w:cs="Arial"/>
          <w:b/>
          <w:sz w:val="20"/>
          <w:szCs w:val="20"/>
        </w:rPr>
      </w:pPr>
    </w:p>
    <w:tbl>
      <w:tblPr>
        <w:tblW w:w="14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701"/>
        <w:gridCol w:w="4535"/>
        <w:gridCol w:w="2835"/>
        <w:gridCol w:w="5102"/>
      </w:tblGrid>
      <w:tr w:rsidR="006813FB" w:rsidRPr="002E234F" w:rsidTr="006376B6">
        <w:trPr>
          <w:tblHeader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813FB" w:rsidRPr="002E234F" w:rsidRDefault="005178F8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Ziele</w:t>
            </w:r>
          </w:p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813FB" w:rsidRPr="002E234F" w:rsidRDefault="005178F8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="006813FB" w:rsidRPr="002E234F">
              <w:rPr>
                <w:rFonts w:ascii="Arial" w:hAnsi="Arial" w:cs="Arial"/>
                <w:b/>
                <w:bCs/>
                <w:sz w:val="20"/>
                <w:szCs w:val="20"/>
              </w:rPr>
              <w:t>ndikatoren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813FB" w:rsidRPr="002E234F" w:rsidRDefault="005178F8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Quellen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813FB" w:rsidRPr="002E234F" w:rsidRDefault="007C2050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Annahmen</w:t>
            </w:r>
          </w:p>
        </w:tc>
      </w:tr>
      <w:tr w:rsidR="006376B6" w:rsidRPr="002E234F" w:rsidTr="006376B6">
        <w:trPr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6376B6" w:rsidRPr="002E234F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Programmziel</w:t>
            </w:r>
          </w:p>
          <w:p w:rsidR="006376B6" w:rsidRPr="002E234F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wird übertragen von Programm)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(wird übertragen von Programm)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auto"/>
          </w:tcPr>
          <w:p w:rsidR="006376B6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rogrammzielindikator, zu dem das Modulziel beiträgt 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Programmzielindikator, zu dem das Modulziel beiträgt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  <w:p w:rsidR="006376B6" w:rsidRPr="002E234F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2E234F">
              <w:rPr>
                <w:rFonts w:ascii="Arial" w:hAnsi="Arial" w:cs="Arial"/>
                <w:sz w:val="20"/>
                <w:szCs w:val="20"/>
              </w:rPr>
              <w:t xml:space="preserve">Basiswert: 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  <w:p w:rsidR="006376B6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 w:rsidRPr="002E234F">
              <w:rPr>
                <w:rFonts w:ascii="Arial" w:hAnsi="Arial" w:cs="Arial"/>
                <w:sz w:val="20"/>
                <w:szCs w:val="20"/>
              </w:rPr>
              <w:t xml:space="preserve">Zielwert: 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  <w:p w:rsidR="006376B6" w:rsidRPr="002E234F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6376B6" w:rsidRPr="001B29EE" w:rsidRDefault="006376B6" w:rsidP="006376B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wird übertragen von Programm)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(wird übertragen von Programm)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r w:rsidRPr="001B29EE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</w:p>
          <w:p w:rsidR="006376B6" w:rsidRPr="001B29EE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02" w:type="dxa"/>
            <w:vMerge w:val="restart"/>
            <w:shd w:val="clear" w:color="auto" w:fill="D9D9D9" w:themeFill="background1" w:themeFillShade="D9"/>
          </w:tcPr>
          <w:p w:rsidR="006376B6" w:rsidRPr="002E234F" w:rsidRDefault="006376B6" w:rsidP="006376B6">
            <w:pPr>
              <w:autoSpaceDE w:val="0"/>
              <w:autoSpaceDN w:val="0"/>
              <w:adjustRightInd w:val="0"/>
              <w:spacing w:beforeLines="50" w:before="120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nicht auszufüllen</w:t>
            </w:r>
          </w:p>
        </w:tc>
      </w:tr>
      <w:tr w:rsidR="006376B6" w:rsidRPr="002E234F" w:rsidTr="006376B6">
        <w:trPr>
          <w:jc w:val="center"/>
        </w:trPr>
        <w:tc>
          <w:tcPr>
            <w:tcW w:w="1701" w:type="dxa"/>
            <w:vMerge/>
            <w:shd w:val="clear" w:color="auto" w:fill="auto"/>
          </w:tcPr>
          <w:p w:rsidR="006376B6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76B6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rogrammzielindikator, zu dem das Modulziel beiträgt 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Programmzielindikator, zu dem das Modulziel beiträgt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  <w:p w:rsidR="006376B6" w:rsidRPr="002E234F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2E234F">
              <w:rPr>
                <w:rFonts w:ascii="Arial" w:hAnsi="Arial" w:cs="Arial"/>
                <w:sz w:val="20"/>
                <w:szCs w:val="20"/>
              </w:rPr>
              <w:t xml:space="preserve">Basiswert: 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  <w:p w:rsidR="006376B6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 w:rsidRPr="002E234F">
              <w:rPr>
                <w:rFonts w:ascii="Arial" w:hAnsi="Arial" w:cs="Arial"/>
                <w:sz w:val="20"/>
                <w:szCs w:val="20"/>
              </w:rPr>
              <w:t xml:space="preserve">Zielwert: 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  <w:p w:rsidR="006376B6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76B6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wird übertragen von Programm)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(wird übertragen von Programm)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5102" w:type="dxa"/>
            <w:vMerge/>
            <w:shd w:val="clear" w:color="auto" w:fill="D9D9D9" w:themeFill="background1" w:themeFillShade="D9"/>
            <w:vAlign w:val="center"/>
          </w:tcPr>
          <w:p w:rsidR="006376B6" w:rsidRDefault="006376B6" w:rsidP="000B1A43">
            <w:pPr>
              <w:autoSpaceDE w:val="0"/>
              <w:autoSpaceDN w:val="0"/>
              <w:adjustRightInd w:val="0"/>
              <w:spacing w:beforeLines="50" w:before="120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376B6" w:rsidRPr="002E234F" w:rsidTr="006376B6">
        <w:trPr>
          <w:jc w:val="center"/>
        </w:trPr>
        <w:tc>
          <w:tcPr>
            <w:tcW w:w="1701" w:type="dxa"/>
            <w:vMerge/>
          </w:tcPr>
          <w:p w:rsidR="006376B6" w:rsidRPr="002E234F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6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rogrammzielindikator, zu dem das Modulziel beiträgt 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Programmzielindikator, zu dem das Modulziel beiträgt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  <w:p w:rsidR="006376B6" w:rsidRPr="002E234F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2E234F">
              <w:rPr>
                <w:rFonts w:ascii="Arial" w:hAnsi="Arial" w:cs="Arial"/>
                <w:sz w:val="20"/>
                <w:szCs w:val="20"/>
              </w:rPr>
              <w:t xml:space="preserve">Basiswert: 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  <w:p w:rsidR="006376B6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 w:rsidRPr="002E234F">
              <w:rPr>
                <w:rFonts w:ascii="Arial" w:hAnsi="Arial" w:cs="Arial"/>
                <w:sz w:val="20"/>
                <w:szCs w:val="20"/>
              </w:rPr>
              <w:t xml:space="preserve">Zielwert: 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  <w:p w:rsidR="006376B6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76B6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wird übertragen von Programm)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(wird übertragen von Programm)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5102" w:type="dxa"/>
            <w:vMerge/>
            <w:shd w:val="clear" w:color="auto" w:fill="D9D9D9" w:themeFill="background1" w:themeFillShade="D9"/>
          </w:tcPr>
          <w:p w:rsidR="006376B6" w:rsidRPr="002E234F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376B6" w:rsidRPr="002E234F" w:rsidTr="006376B6">
        <w:trPr>
          <w:jc w:val="center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6376B6" w:rsidRPr="002E234F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6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76B6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…</w:t>
            </w:r>
          </w:p>
        </w:tc>
        <w:tc>
          <w:tcPr>
            <w:tcW w:w="510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376B6" w:rsidRPr="002E234F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C42AB" w:rsidRPr="002E234F" w:rsidTr="006376B6">
        <w:trPr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AB" w:rsidRPr="002E234F" w:rsidRDefault="00EC42AB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34F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Modulziel</w:t>
            </w:r>
          </w:p>
          <w:p w:rsidR="00EC42AB" w:rsidRPr="002E234F" w:rsidRDefault="00EC42AB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  <w:p w:rsidR="00EC42AB" w:rsidRPr="002E234F" w:rsidRDefault="00EC42AB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AB" w:rsidRDefault="00EC42AB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odulzielindikator 1 (benennen)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Modulzielindikator 1 (benennen)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  <w:p w:rsidR="00EC42AB" w:rsidRPr="002E234F" w:rsidRDefault="00EC42AB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2E234F">
              <w:rPr>
                <w:rFonts w:ascii="Arial" w:hAnsi="Arial" w:cs="Arial"/>
                <w:sz w:val="20"/>
                <w:szCs w:val="20"/>
              </w:rPr>
              <w:t xml:space="preserve">Basiswert: 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  <w:p w:rsidR="00EC42AB" w:rsidRDefault="00EC42AB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 w:rsidRPr="002E234F">
              <w:rPr>
                <w:rFonts w:ascii="Arial" w:hAnsi="Arial" w:cs="Arial"/>
                <w:sz w:val="20"/>
                <w:szCs w:val="20"/>
              </w:rPr>
              <w:t xml:space="preserve">Zielwert: 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  <w:p w:rsidR="0063130E" w:rsidRPr="0063130E" w:rsidRDefault="0063130E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color w:val="FF6600"/>
                <w:sz w:val="20"/>
                <w:szCs w:val="20"/>
              </w:rPr>
            </w:pPr>
            <w:r w:rsidRPr="0063130E">
              <w:rPr>
                <w:rFonts w:ascii="Arial" w:hAnsi="Arial" w:cs="Arial"/>
                <w:noProof/>
                <w:color w:val="FF6600"/>
                <w:sz w:val="20"/>
                <w:szCs w:val="20"/>
              </w:rPr>
              <w:t xml:space="preserve">Istwert: </w:t>
            </w:r>
            <w:sdt>
              <w:sdtPr>
                <w:rPr>
                  <w:rFonts w:ascii="Arial" w:hAnsi="Arial" w:cs="Arial"/>
                  <w:noProof/>
                  <w:color w:val="FF6600"/>
                  <w:sz w:val="20"/>
                  <w:szCs w:val="20"/>
                </w:rPr>
                <w:alias w:val="Ist"/>
                <w:tag w:val="Ist"/>
                <w:id w:val="267210856"/>
                <w:placeholder>
                  <w:docPart w:val="B2B14B1008AC4AA89310CEB97D640844"/>
                </w:placeholder>
                <w:temporary/>
                <w:showingPlcHdr/>
              </w:sdtPr>
              <w:sdtEndPr/>
              <w:sdtContent>
                <w:r w:rsidRPr="0063130E">
                  <w:rPr>
                    <w:rStyle w:val="Platzhaltertext"/>
                    <w:rFonts w:ascii="Arial" w:eastAsiaTheme="minorHAnsi" w:hAnsi="Arial" w:cs="Arial"/>
                    <w:color w:val="FFC000"/>
                    <w:sz w:val="20"/>
                    <w:szCs w:val="20"/>
                  </w:rPr>
                  <w:t>Istwert eingeben</w:t>
                </w:r>
              </w:sdtContent>
            </w:sdt>
          </w:p>
          <w:p w:rsidR="00EC42AB" w:rsidRPr="002E234F" w:rsidRDefault="0063130E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 w:rsidRPr="0063130E">
              <w:rPr>
                <w:rFonts w:ascii="Arial" w:hAnsi="Arial" w:cs="Arial"/>
                <w:noProof/>
                <w:color w:val="FF6600"/>
                <w:sz w:val="20"/>
                <w:szCs w:val="20"/>
              </w:rPr>
              <w:t xml:space="preserve">Vsl. erreichbar in Laufzeit: </w:t>
            </w:r>
            <w:sdt>
              <w:sdtPr>
                <w:rPr>
                  <w:rFonts w:ascii="Arial" w:hAnsi="Arial" w:cs="Arial"/>
                  <w:noProof/>
                  <w:sz w:val="20"/>
                  <w:szCs w:val="20"/>
                </w:rPr>
                <w:id w:val="-399063390"/>
                <w:placeholder>
                  <w:docPart w:val="C288EB6591EA41A0AF3147FF7C7DEFC8"/>
                </w:placeholder>
                <w:temporary/>
                <w:showingPlcHdr/>
                <w:comboBox>
                  <w:listItem w:value="ja/nein"/>
                  <w:listItem w:displayText="ja" w:value="ja"/>
                  <w:listItem w:displayText="nein" w:value="nein"/>
                </w:comboBox>
              </w:sdtPr>
              <w:sdtEndPr/>
              <w:sdtContent>
                <w:r w:rsidRPr="0063130E">
                  <w:rPr>
                    <w:rStyle w:val="Platzhaltertext"/>
                    <w:rFonts w:ascii="Arial" w:eastAsiaTheme="minorHAnsi" w:hAnsi="Arial" w:cs="Arial"/>
                    <w:color w:val="FFC000"/>
                    <w:sz w:val="20"/>
                    <w:szCs w:val="20"/>
                  </w:rPr>
                  <w:t>ja/nein</w:t>
                </w:r>
              </w:sdtContent>
            </w:sdt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AB" w:rsidRPr="002E234F" w:rsidRDefault="00EC42AB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AB" w:rsidRPr="002E234F" w:rsidRDefault="00EC42AB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234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hier wesentliche Annahmen beschreiben, die zur Erreichung des Programmziels wichtig sind)"/>
                  </w:textInput>
                </w:ffData>
              </w:fldChar>
            </w:r>
            <w:r w:rsidRPr="002E234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sz w:val="20"/>
                <w:szCs w:val="20"/>
              </w:rPr>
            </w:r>
            <w:r w:rsidRPr="002E234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(hier wesentliche Annahmen beschreiben, die zur Erreichung des Programmziels wichtig sind)</w:t>
            </w:r>
            <w:r w:rsidRPr="002E234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C42AB" w:rsidRPr="002E234F" w:rsidTr="006376B6">
        <w:trPr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2AB" w:rsidRPr="002E234F" w:rsidRDefault="00EC42AB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AB" w:rsidRDefault="00EC42AB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odulzielindikator 2 (benennen)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Modulzielindikator 2 (benennen)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  <w:p w:rsidR="00EC42AB" w:rsidRPr="002E234F" w:rsidRDefault="00EC42AB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2E234F">
              <w:rPr>
                <w:rFonts w:ascii="Arial" w:hAnsi="Arial" w:cs="Arial"/>
                <w:sz w:val="20"/>
                <w:szCs w:val="20"/>
              </w:rPr>
              <w:t xml:space="preserve">Basiswert: 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  <w:p w:rsidR="00EC42AB" w:rsidRPr="002E234F" w:rsidRDefault="00EC42AB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2E234F">
              <w:rPr>
                <w:rFonts w:ascii="Arial" w:hAnsi="Arial" w:cs="Arial"/>
                <w:sz w:val="20"/>
                <w:szCs w:val="20"/>
              </w:rPr>
              <w:t xml:space="preserve">Zielwert: 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  <w:p w:rsidR="0063130E" w:rsidRPr="0063130E" w:rsidRDefault="0063130E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color w:val="FF6600"/>
                <w:sz w:val="20"/>
                <w:szCs w:val="20"/>
              </w:rPr>
            </w:pPr>
            <w:r w:rsidRPr="0063130E">
              <w:rPr>
                <w:rFonts w:ascii="Arial" w:hAnsi="Arial" w:cs="Arial"/>
                <w:noProof/>
                <w:color w:val="FF6600"/>
                <w:sz w:val="20"/>
                <w:szCs w:val="20"/>
              </w:rPr>
              <w:t xml:space="preserve">Istwert: </w:t>
            </w:r>
            <w:sdt>
              <w:sdtPr>
                <w:rPr>
                  <w:rFonts w:ascii="Arial" w:hAnsi="Arial" w:cs="Arial"/>
                  <w:noProof/>
                  <w:color w:val="FF6600"/>
                  <w:sz w:val="20"/>
                  <w:szCs w:val="20"/>
                </w:rPr>
                <w:alias w:val="Ist"/>
                <w:tag w:val="Ist"/>
                <w:id w:val="-1681572679"/>
                <w:placeholder>
                  <w:docPart w:val="57F86E220C0D40DAAA1AAC441800BD79"/>
                </w:placeholder>
                <w:temporary/>
                <w:showingPlcHdr/>
              </w:sdtPr>
              <w:sdtEndPr/>
              <w:sdtContent>
                <w:r w:rsidRPr="0063130E">
                  <w:rPr>
                    <w:rStyle w:val="Platzhaltertext"/>
                    <w:rFonts w:ascii="Arial" w:eastAsiaTheme="minorHAnsi" w:hAnsi="Arial" w:cs="Arial"/>
                    <w:color w:val="FFC000"/>
                    <w:sz w:val="20"/>
                    <w:szCs w:val="20"/>
                  </w:rPr>
                  <w:t>Istwert eingeben</w:t>
                </w:r>
              </w:sdtContent>
            </w:sdt>
          </w:p>
          <w:p w:rsidR="0063130E" w:rsidRPr="0063130E" w:rsidRDefault="0063130E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color w:val="FF6600"/>
                <w:sz w:val="20"/>
                <w:szCs w:val="20"/>
              </w:rPr>
            </w:pPr>
            <w:r w:rsidRPr="0063130E">
              <w:rPr>
                <w:rFonts w:ascii="Arial" w:hAnsi="Arial" w:cs="Arial"/>
                <w:noProof/>
                <w:color w:val="FF6600"/>
                <w:sz w:val="20"/>
                <w:szCs w:val="20"/>
              </w:rPr>
              <w:t xml:space="preserve">Vsl. erreichbar in Laufzeit: </w:t>
            </w:r>
            <w:sdt>
              <w:sdtPr>
                <w:rPr>
                  <w:rFonts w:ascii="Arial" w:hAnsi="Arial" w:cs="Arial"/>
                  <w:noProof/>
                  <w:sz w:val="20"/>
                  <w:szCs w:val="20"/>
                </w:rPr>
                <w:id w:val="-817491061"/>
                <w:placeholder>
                  <w:docPart w:val="CD6BC79F8681405E92C18127F42C3455"/>
                </w:placeholder>
                <w:temporary/>
                <w:showingPlcHdr/>
                <w:comboBox>
                  <w:listItem w:value="ja/nein"/>
                  <w:listItem w:displayText="ja" w:value="ja"/>
                  <w:listItem w:displayText="nein" w:value="nein"/>
                </w:comboBox>
              </w:sdtPr>
              <w:sdtEndPr/>
              <w:sdtContent>
                <w:r w:rsidRPr="0063130E">
                  <w:rPr>
                    <w:rStyle w:val="Platzhaltertext"/>
                    <w:rFonts w:ascii="Arial" w:eastAsiaTheme="minorHAnsi" w:hAnsi="Arial" w:cs="Arial"/>
                    <w:color w:val="FFC000"/>
                    <w:sz w:val="20"/>
                    <w:szCs w:val="20"/>
                  </w:rPr>
                  <w:t>ja/nein</w:t>
                </w:r>
              </w:sdtContent>
            </w:sdt>
          </w:p>
          <w:p w:rsidR="00EC42AB" w:rsidRPr="002E234F" w:rsidRDefault="00EC42AB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AB" w:rsidRPr="002E234F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2AB" w:rsidRPr="002E234F" w:rsidRDefault="00EC42AB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C42AB" w:rsidRPr="002E234F" w:rsidTr="006376B6">
        <w:trPr>
          <w:jc w:val="center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AB" w:rsidRPr="002E234F" w:rsidRDefault="00EC42AB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AB" w:rsidRPr="002E234F" w:rsidRDefault="00EC42AB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AB" w:rsidRPr="002E234F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…</w:t>
            </w:r>
          </w:p>
        </w:tc>
        <w:tc>
          <w:tcPr>
            <w:tcW w:w="5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AB" w:rsidRPr="002E234F" w:rsidRDefault="00EC42AB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376B6" w:rsidRPr="002E234F" w:rsidTr="006376B6">
        <w:trPr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6B6" w:rsidRPr="002E234F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Output 1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Output 1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r w:rsidRPr="002E23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6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Output 1, Indikator 1.1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Output 1, Indikator 1.1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  <w:p w:rsidR="006376B6" w:rsidRPr="002E234F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2E234F">
              <w:rPr>
                <w:rFonts w:ascii="Arial" w:hAnsi="Arial" w:cs="Arial"/>
                <w:sz w:val="20"/>
                <w:szCs w:val="20"/>
              </w:rPr>
              <w:t xml:space="preserve">Basiswert: 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  <w:p w:rsidR="006376B6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 w:rsidRPr="002E234F">
              <w:rPr>
                <w:rFonts w:ascii="Arial" w:hAnsi="Arial" w:cs="Arial"/>
                <w:sz w:val="20"/>
                <w:szCs w:val="20"/>
              </w:rPr>
              <w:t xml:space="preserve">Zielwert: 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  <w:p w:rsidR="006376B6" w:rsidRPr="0063130E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color w:val="FF6600"/>
                <w:sz w:val="20"/>
                <w:szCs w:val="20"/>
              </w:rPr>
            </w:pPr>
            <w:r w:rsidRPr="0063130E">
              <w:rPr>
                <w:rFonts w:ascii="Arial" w:hAnsi="Arial" w:cs="Arial"/>
                <w:noProof/>
                <w:color w:val="FF6600"/>
                <w:sz w:val="20"/>
                <w:szCs w:val="20"/>
              </w:rPr>
              <w:t xml:space="preserve">Istwert: </w:t>
            </w:r>
            <w:sdt>
              <w:sdtPr>
                <w:rPr>
                  <w:rFonts w:ascii="Arial" w:hAnsi="Arial" w:cs="Arial"/>
                  <w:noProof/>
                  <w:color w:val="FF6600"/>
                  <w:sz w:val="20"/>
                  <w:szCs w:val="20"/>
                </w:rPr>
                <w:alias w:val="Ist"/>
                <w:tag w:val="Ist"/>
                <w:id w:val="-1853953331"/>
                <w:placeholder>
                  <w:docPart w:val="697E7CB7BE394829B5C91E8AB9837135"/>
                </w:placeholder>
                <w:temporary/>
                <w:showingPlcHdr/>
              </w:sdtPr>
              <w:sdtEndPr/>
              <w:sdtContent>
                <w:r w:rsidRPr="0063130E">
                  <w:rPr>
                    <w:rStyle w:val="Platzhaltertext"/>
                    <w:rFonts w:ascii="Arial" w:eastAsiaTheme="minorHAnsi" w:hAnsi="Arial" w:cs="Arial"/>
                    <w:color w:val="FFC000"/>
                    <w:sz w:val="20"/>
                    <w:szCs w:val="20"/>
                  </w:rPr>
                  <w:t>Istwert eingeben</w:t>
                </w:r>
              </w:sdtContent>
            </w:sdt>
          </w:p>
          <w:p w:rsidR="006376B6" w:rsidRPr="0063130E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color w:val="FF6600"/>
                <w:sz w:val="20"/>
                <w:szCs w:val="20"/>
              </w:rPr>
            </w:pPr>
            <w:r w:rsidRPr="0063130E">
              <w:rPr>
                <w:rFonts w:ascii="Arial" w:hAnsi="Arial" w:cs="Arial"/>
                <w:noProof/>
                <w:color w:val="FF6600"/>
                <w:sz w:val="20"/>
                <w:szCs w:val="20"/>
              </w:rPr>
              <w:t xml:space="preserve">Vsl. erreichbar in Laufzeit: </w:t>
            </w:r>
            <w:sdt>
              <w:sdtPr>
                <w:rPr>
                  <w:rFonts w:ascii="Arial" w:hAnsi="Arial" w:cs="Arial"/>
                  <w:noProof/>
                  <w:sz w:val="20"/>
                  <w:szCs w:val="20"/>
                </w:rPr>
                <w:id w:val="497082362"/>
                <w:placeholder>
                  <w:docPart w:val="D6356D3F12784293A0D2AADFB9AE55CF"/>
                </w:placeholder>
                <w:temporary/>
                <w:showingPlcHdr/>
                <w:comboBox>
                  <w:listItem w:value="ja/nein"/>
                  <w:listItem w:displayText="ja" w:value="ja"/>
                  <w:listItem w:displayText="nein" w:value="nein"/>
                </w:comboBox>
              </w:sdtPr>
              <w:sdtEndPr/>
              <w:sdtContent>
                <w:r w:rsidRPr="0063130E">
                  <w:rPr>
                    <w:rStyle w:val="Platzhaltertext"/>
                    <w:rFonts w:ascii="Arial" w:eastAsiaTheme="minorHAnsi" w:hAnsi="Arial" w:cs="Arial"/>
                    <w:color w:val="FFC000"/>
                    <w:sz w:val="20"/>
                    <w:szCs w:val="20"/>
                  </w:rPr>
                  <w:t>ja/nein</w:t>
                </w:r>
              </w:sdtContent>
            </w:sdt>
          </w:p>
          <w:p w:rsidR="006376B6" w:rsidRPr="002E234F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6" w:rsidRPr="002E234F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51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76B6" w:rsidRPr="002E234F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 w:rsidRPr="002E234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hier wesentliche Annahmen beschreiben, die zur Erreichung des Modulziels wichtig sind)"/>
                  </w:textInput>
                </w:ffData>
              </w:fldChar>
            </w:r>
            <w:r w:rsidRPr="002E234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sz w:val="20"/>
                <w:szCs w:val="20"/>
              </w:rPr>
            </w:r>
            <w:r w:rsidRPr="002E234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(hier wesentliche Annahmen beschreiben, die zur Erreichung des Modulziels wichtig sind)</w:t>
            </w:r>
            <w:r w:rsidRPr="002E234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376B6" w:rsidRPr="002E234F" w:rsidTr="006376B6">
        <w:trPr>
          <w:jc w:val="center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6B6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6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Output 1, Indikator 1.2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Output 1, Indikator 1.2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  <w:p w:rsidR="006376B6" w:rsidRPr="002E234F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2E234F">
              <w:rPr>
                <w:rFonts w:ascii="Arial" w:hAnsi="Arial" w:cs="Arial"/>
                <w:sz w:val="20"/>
                <w:szCs w:val="20"/>
              </w:rPr>
              <w:t xml:space="preserve">Basiswert: 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  <w:p w:rsidR="006376B6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 w:rsidRPr="002E234F">
              <w:rPr>
                <w:rFonts w:ascii="Arial" w:hAnsi="Arial" w:cs="Arial"/>
                <w:sz w:val="20"/>
                <w:szCs w:val="20"/>
              </w:rPr>
              <w:t xml:space="preserve">Zielwert: 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  <w:p w:rsidR="006376B6" w:rsidRPr="0063130E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color w:val="FF6600"/>
                <w:sz w:val="20"/>
                <w:szCs w:val="20"/>
              </w:rPr>
            </w:pPr>
            <w:r w:rsidRPr="0063130E">
              <w:rPr>
                <w:rFonts w:ascii="Arial" w:hAnsi="Arial" w:cs="Arial"/>
                <w:noProof/>
                <w:color w:val="FF6600"/>
                <w:sz w:val="20"/>
                <w:szCs w:val="20"/>
              </w:rPr>
              <w:t xml:space="preserve">Istwert: </w:t>
            </w:r>
            <w:sdt>
              <w:sdtPr>
                <w:rPr>
                  <w:rFonts w:ascii="Arial" w:hAnsi="Arial" w:cs="Arial"/>
                  <w:noProof/>
                  <w:color w:val="FF6600"/>
                  <w:sz w:val="20"/>
                  <w:szCs w:val="20"/>
                </w:rPr>
                <w:alias w:val="Ist"/>
                <w:tag w:val="Ist"/>
                <w:id w:val="304054891"/>
                <w:placeholder>
                  <w:docPart w:val="9E348ADBCF9C4FB1A7C0B83BDFFCD712"/>
                </w:placeholder>
                <w:temporary/>
                <w:showingPlcHdr/>
              </w:sdtPr>
              <w:sdtEndPr/>
              <w:sdtContent>
                <w:r w:rsidRPr="0063130E">
                  <w:rPr>
                    <w:rStyle w:val="Platzhaltertext"/>
                    <w:rFonts w:ascii="Arial" w:eastAsiaTheme="minorHAnsi" w:hAnsi="Arial" w:cs="Arial"/>
                    <w:color w:val="FFC000"/>
                    <w:sz w:val="20"/>
                    <w:szCs w:val="20"/>
                  </w:rPr>
                  <w:t>Istwert eingeben</w:t>
                </w:r>
              </w:sdtContent>
            </w:sdt>
          </w:p>
          <w:p w:rsidR="006376B6" w:rsidRPr="0063130E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color w:val="FF6600"/>
                <w:sz w:val="20"/>
                <w:szCs w:val="20"/>
              </w:rPr>
            </w:pPr>
            <w:r w:rsidRPr="0063130E">
              <w:rPr>
                <w:rFonts w:ascii="Arial" w:hAnsi="Arial" w:cs="Arial"/>
                <w:noProof/>
                <w:color w:val="FF6600"/>
                <w:sz w:val="20"/>
                <w:szCs w:val="20"/>
              </w:rPr>
              <w:t xml:space="preserve">Vsl. erreichbar in Laufzeit: </w:t>
            </w:r>
            <w:sdt>
              <w:sdtPr>
                <w:rPr>
                  <w:rFonts w:ascii="Arial" w:hAnsi="Arial" w:cs="Arial"/>
                  <w:noProof/>
                  <w:sz w:val="20"/>
                  <w:szCs w:val="20"/>
                </w:rPr>
                <w:id w:val="-1873988251"/>
                <w:placeholder>
                  <w:docPart w:val="8DA1AF3CCE54409285EBDF24595B89C0"/>
                </w:placeholder>
                <w:temporary/>
                <w:showingPlcHdr/>
                <w:comboBox>
                  <w:listItem w:value="ja/nein"/>
                  <w:listItem w:displayText="ja" w:value="ja"/>
                  <w:listItem w:displayText="nein" w:value="nein"/>
                </w:comboBox>
              </w:sdtPr>
              <w:sdtEndPr/>
              <w:sdtContent>
                <w:r w:rsidRPr="0063130E">
                  <w:rPr>
                    <w:rStyle w:val="Platzhaltertext"/>
                    <w:rFonts w:ascii="Arial" w:eastAsiaTheme="minorHAnsi" w:hAnsi="Arial" w:cs="Arial"/>
                    <w:color w:val="FFC000"/>
                    <w:sz w:val="20"/>
                    <w:szCs w:val="20"/>
                  </w:rPr>
                  <w:t>ja/nein</w:t>
                </w:r>
              </w:sdtContent>
            </w:sdt>
          </w:p>
          <w:p w:rsidR="006376B6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6" w:rsidRPr="002E234F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51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6B6" w:rsidRPr="002E234F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376B6" w:rsidRPr="002E234F" w:rsidTr="006376B6">
        <w:trPr>
          <w:jc w:val="center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6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6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6" w:rsidRPr="002E234F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…</w:t>
            </w:r>
          </w:p>
        </w:tc>
        <w:tc>
          <w:tcPr>
            <w:tcW w:w="51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6B6" w:rsidRPr="002E234F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376B6" w:rsidRPr="002E234F" w:rsidTr="006376B6">
        <w:trPr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6B6" w:rsidRPr="002E234F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Output 2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Output 2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6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Output 2, Indikator 2.1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Output 2, Indikator 2.1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  <w:p w:rsidR="006376B6" w:rsidRPr="002E234F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2E234F">
              <w:rPr>
                <w:rFonts w:ascii="Arial" w:hAnsi="Arial" w:cs="Arial"/>
                <w:sz w:val="20"/>
                <w:szCs w:val="20"/>
              </w:rPr>
              <w:lastRenderedPageBreak/>
              <w:t xml:space="preserve">Basiswert: 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  <w:p w:rsidR="006376B6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 w:rsidRPr="002E234F">
              <w:rPr>
                <w:rFonts w:ascii="Arial" w:hAnsi="Arial" w:cs="Arial"/>
                <w:sz w:val="20"/>
                <w:szCs w:val="20"/>
              </w:rPr>
              <w:t xml:space="preserve">Zielwert: 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  <w:p w:rsidR="006376B6" w:rsidRPr="0063130E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color w:val="FF6600"/>
                <w:sz w:val="20"/>
                <w:szCs w:val="20"/>
              </w:rPr>
            </w:pPr>
            <w:r w:rsidRPr="0063130E">
              <w:rPr>
                <w:rFonts w:ascii="Arial" w:hAnsi="Arial" w:cs="Arial"/>
                <w:noProof/>
                <w:color w:val="FF6600"/>
                <w:sz w:val="20"/>
                <w:szCs w:val="20"/>
              </w:rPr>
              <w:t xml:space="preserve">Istwert: </w:t>
            </w:r>
            <w:sdt>
              <w:sdtPr>
                <w:rPr>
                  <w:rFonts w:ascii="Arial" w:hAnsi="Arial" w:cs="Arial"/>
                  <w:noProof/>
                  <w:color w:val="FF6600"/>
                  <w:sz w:val="20"/>
                  <w:szCs w:val="20"/>
                </w:rPr>
                <w:alias w:val="Ist"/>
                <w:tag w:val="Ist"/>
                <w:id w:val="-168943108"/>
                <w:placeholder>
                  <w:docPart w:val="8015FC0DD9D14AFA85A5B2D7FE1BA2A7"/>
                </w:placeholder>
                <w:temporary/>
                <w:showingPlcHdr/>
              </w:sdtPr>
              <w:sdtEndPr/>
              <w:sdtContent>
                <w:r w:rsidRPr="0063130E">
                  <w:rPr>
                    <w:rStyle w:val="Platzhaltertext"/>
                    <w:rFonts w:ascii="Arial" w:eastAsiaTheme="minorHAnsi" w:hAnsi="Arial" w:cs="Arial"/>
                    <w:color w:val="FFC000"/>
                    <w:sz w:val="20"/>
                    <w:szCs w:val="20"/>
                  </w:rPr>
                  <w:t>Istwert eingeben</w:t>
                </w:r>
              </w:sdtContent>
            </w:sdt>
          </w:p>
          <w:p w:rsidR="006376B6" w:rsidRPr="000B1A43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color w:val="FF6600"/>
                <w:sz w:val="20"/>
                <w:szCs w:val="20"/>
              </w:rPr>
            </w:pPr>
            <w:r w:rsidRPr="0063130E">
              <w:rPr>
                <w:rFonts w:ascii="Arial" w:hAnsi="Arial" w:cs="Arial"/>
                <w:noProof/>
                <w:color w:val="FF6600"/>
                <w:sz w:val="20"/>
                <w:szCs w:val="20"/>
              </w:rPr>
              <w:t xml:space="preserve">Vsl. erreichbar in Laufzeit: </w:t>
            </w:r>
            <w:sdt>
              <w:sdtPr>
                <w:rPr>
                  <w:rFonts w:ascii="Arial" w:hAnsi="Arial" w:cs="Arial"/>
                  <w:noProof/>
                  <w:sz w:val="20"/>
                  <w:szCs w:val="20"/>
                </w:rPr>
                <w:id w:val="472726091"/>
                <w:placeholder>
                  <w:docPart w:val="FB5DF95CD28D4858A5BA2A79E00B1F03"/>
                </w:placeholder>
                <w:temporary/>
                <w:showingPlcHdr/>
                <w:comboBox>
                  <w:listItem w:value="ja/nein"/>
                  <w:listItem w:displayText="ja" w:value="ja"/>
                  <w:listItem w:displayText="nein" w:value="nein"/>
                </w:comboBox>
              </w:sdtPr>
              <w:sdtEndPr/>
              <w:sdtContent>
                <w:r w:rsidRPr="0063130E">
                  <w:rPr>
                    <w:rStyle w:val="Platzhaltertext"/>
                    <w:rFonts w:ascii="Arial" w:eastAsiaTheme="minorHAnsi" w:hAnsi="Arial" w:cs="Arial"/>
                    <w:color w:val="FFC000"/>
                    <w:sz w:val="20"/>
                    <w:szCs w:val="20"/>
                  </w:rPr>
                  <w:t>ja/nein</w:t>
                </w:r>
              </w:sdtContent>
            </w:sdt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6" w:rsidRPr="002E234F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 w:rsidRPr="002E234F">
              <w:rPr>
                <w:rFonts w:ascii="Arial" w:hAnsi="Arial" w:cs="Arial"/>
                <w:noProof/>
                <w:sz w:val="20"/>
                <w:szCs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51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6B6" w:rsidRPr="002E234F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376B6" w:rsidRPr="002E234F" w:rsidTr="006376B6">
        <w:trPr>
          <w:jc w:val="center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6B6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6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Output 2, Indikator 2.2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Output 2, Indikator 2.2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  <w:p w:rsidR="006376B6" w:rsidRPr="002E234F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2E234F">
              <w:rPr>
                <w:rFonts w:ascii="Arial" w:hAnsi="Arial" w:cs="Arial"/>
                <w:sz w:val="20"/>
                <w:szCs w:val="20"/>
              </w:rPr>
              <w:t xml:space="preserve">Basiswert: 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  <w:p w:rsidR="006376B6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 w:rsidRPr="002E234F">
              <w:rPr>
                <w:rFonts w:ascii="Arial" w:hAnsi="Arial" w:cs="Arial"/>
                <w:sz w:val="20"/>
                <w:szCs w:val="20"/>
              </w:rPr>
              <w:t xml:space="preserve">Zielwert: 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  <w:p w:rsidR="006376B6" w:rsidRPr="0063130E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color w:val="FF6600"/>
                <w:sz w:val="20"/>
                <w:szCs w:val="20"/>
              </w:rPr>
            </w:pPr>
            <w:r w:rsidRPr="0063130E">
              <w:rPr>
                <w:rFonts w:ascii="Arial" w:hAnsi="Arial" w:cs="Arial"/>
                <w:noProof/>
                <w:color w:val="FF6600"/>
                <w:sz w:val="20"/>
                <w:szCs w:val="20"/>
              </w:rPr>
              <w:t xml:space="preserve">Istwert: </w:t>
            </w:r>
            <w:sdt>
              <w:sdtPr>
                <w:rPr>
                  <w:rFonts w:ascii="Arial" w:hAnsi="Arial" w:cs="Arial"/>
                  <w:noProof/>
                  <w:color w:val="FF6600"/>
                  <w:sz w:val="20"/>
                  <w:szCs w:val="20"/>
                </w:rPr>
                <w:alias w:val="Ist"/>
                <w:tag w:val="Ist"/>
                <w:id w:val="-2130541471"/>
                <w:placeholder>
                  <w:docPart w:val="03662E4CCEB448F099FD04C6498C4A10"/>
                </w:placeholder>
                <w:temporary/>
                <w:showingPlcHdr/>
              </w:sdtPr>
              <w:sdtEndPr/>
              <w:sdtContent>
                <w:r w:rsidRPr="0063130E">
                  <w:rPr>
                    <w:rStyle w:val="Platzhaltertext"/>
                    <w:rFonts w:ascii="Arial" w:eastAsiaTheme="minorHAnsi" w:hAnsi="Arial" w:cs="Arial"/>
                    <w:color w:val="FFC000"/>
                    <w:sz w:val="20"/>
                    <w:szCs w:val="20"/>
                  </w:rPr>
                  <w:t>Istwert eingeben</w:t>
                </w:r>
              </w:sdtContent>
            </w:sdt>
          </w:p>
          <w:p w:rsidR="006376B6" w:rsidRPr="0063130E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color w:val="FF6600"/>
                <w:sz w:val="20"/>
                <w:szCs w:val="20"/>
              </w:rPr>
            </w:pPr>
            <w:r w:rsidRPr="0063130E">
              <w:rPr>
                <w:rFonts w:ascii="Arial" w:hAnsi="Arial" w:cs="Arial"/>
                <w:noProof/>
                <w:color w:val="FF6600"/>
                <w:sz w:val="20"/>
                <w:szCs w:val="20"/>
              </w:rPr>
              <w:t xml:space="preserve">Vsl. erreichbar in Laufzeit: </w:t>
            </w:r>
            <w:sdt>
              <w:sdtPr>
                <w:rPr>
                  <w:rFonts w:ascii="Arial" w:hAnsi="Arial" w:cs="Arial"/>
                  <w:noProof/>
                  <w:sz w:val="20"/>
                  <w:szCs w:val="20"/>
                </w:rPr>
                <w:id w:val="-399360554"/>
                <w:placeholder>
                  <w:docPart w:val="EA4C887C5C66418093B0F53F64C0E0AB"/>
                </w:placeholder>
                <w:temporary/>
                <w:showingPlcHdr/>
                <w:comboBox>
                  <w:listItem w:value="ja/nein"/>
                  <w:listItem w:displayText="ja" w:value="ja"/>
                  <w:listItem w:displayText="nein" w:value="nein"/>
                </w:comboBox>
              </w:sdtPr>
              <w:sdtEndPr/>
              <w:sdtContent>
                <w:r w:rsidRPr="0063130E">
                  <w:rPr>
                    <w:rStyle w:val="Platzhaltertext"/>
                    <w:rFonts w:ascii="Arial" w:eastAsiaTheme="minorHAnsi" w:hAnsi="Arial" w:cs="Arial"/>
                    <w:color w:val="FFC000"/>
                    <w:sz w:val="20"/>
                    <w:szCs w:val="20"/>
                  </w:rPr>
                  <w:t>ja/nein</w:t>
                </w:r>
              </w:sdtContent>
            </w:sdt>
          </w:p>
          <w:p w:rsidR="006376B6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6" w:rsidRPr="002E234F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51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6B6" w:rsidRPr="002E234F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6376B6" w:rsidRPr="002E234F" w:rsidTr="006376B6">
        <w:trPr>
          <w:jc w:val="center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6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6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6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…</w:t>
            </w:r>
          </w:p>
        </w:tc>
        <w:tc>
          <w:tcPr>
            <w:tcW w:w="5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B6" w:rsidRPr="002E234F" w:rsidRDefault="006376B6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C42AB" w:rsidRPr="002E234F" w:rsidTr="006376B6">
        <w:trPr>
          <w:jc w:val="center"/>
        </w:trPr>
        <w:tc>
          <w:tcPr>
            <w:tcW w:w="1701" w:type="dxa"/>
            <w:tcBorders>
              <w:top w:val="dotted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AB" w:rsidRPr="002E234F" w:rsidRDefault="000B1A43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…</w:t>
            </w:r>
          </w:p>
        </w:tc>
        <w:tc>
          <w:tcPr>
            <w:tcW w:w="4535" w:type="dxa"/>
            <w:tcBorders>
              <w:top w:val="dotted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AB" w:rsidRPr="002E234F" w:rsidRDefault="00EC42AB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…</w:t>
            </w:r>
          </w:p>
        </w:tc>
        <w:tc>
          <w:tcPr>
            <w:tcW w:w="2835" w:type="dxa"/>
            <w:tcBorders>
              <w:top w:val="dotted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AB" w:rsidRPr="002E234F" w:rsidRDefault="000B1A43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…</w:t>
            </w:r>
          </w:p>
        </w:tc>
        <w:tc>
          <w:tcPr>
            <w:tcW w:w="5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AB" w:rsidRPr="002E234F" w:rsidRDefault="00EC42AB" w:rsidP="000B1A43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167353" w:rsidRDefault="00167353"/>
    <w:tbl>
      <w:tblPr>
        <w:tblW w:w="14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701"/>
        <w:gridCol w:w="4535"/>
        <w:gridCol w:w="2835"/>
        <w:gridCol w:w="5102"/>
      </w:tblGrid>
      <w:tr w:rsidR="0066526D" w:rsidRPr="002E234F" w:rsidTr="006376B6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6526D" w:rsidRPr="006376B6" w:rsidRDefault="00167353" w:rsidP="006376B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Output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6526D" w:rsidRPr="006376B6" w:rsidRDefault="00167353" w:rsidP="006376B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Wesentliche Aktivitäten zu Outputs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376B6" w:rsidRDefault="007F26CA" w:rsidP="006376B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Inputs / </w:t>
            </w:r>
            <w:r w:rsidR="00167353" w:rsidRPr="006376B6">
              <w:rPr>
                <w:rFonts w:ascii="Arial" w:hAnsi="Arial" w:cs="Arial"/>
                <w:b/>
                <w:bCs/>
                <w:sz w:val="20"/>
                <w:szCs w:val="20"/>
              </w:rPr>
              <w:t>Geplante</w:t>
            </w:r>
          </w:p>
          <w:p w:rsidR="0066526D" w:rsidRPr="006376B6" w:rsidRDefault="00167353" w:rsidP="006376B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76B6">
              <w:rPr>
                <w:rFonts w:ascii="Arial" w:hAnsi="Arial" w:cs="Arial"/>
                <w:b/>
                <w:bCs/>
                <w:sz w:val="20"/>
                <w:szCs w:val="20"/>
              </w:rPr>
              <w:t>Instrumente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6526D" w:rsidRPr="006376B6" w:rsidRDefault="00167353" w:rsidP="006376B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76B6">
              <w:rPr>
                <w:rFonts w:ascii="Arial" w:hAnsi="Arial" w:cs="Arial"/>
                <w:b/>
                <w:bCs/>
                <w:sz w:val="20"/>
                <w:szCs w:val="20"/>
              </w:rPr>
              <w:t>Annahmen</w:t>
            </w:r>
          </w:p>
        </w:tc>
      </w:tr>
      <w:tr w:rsidR="00167353" w:rsidRPr="002E234F" w:rsidTr="006376B6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53" w:rsidRPr="002E234F" w:rsidRDefault="00167353" w:rsidP="006376B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Output 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353" w:rsidRPr="002E234F" w:rsidRDefault="00167353" w:rsidP="006376B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353" w:rsidRPr="002E234F" w:rsidRDefault="000B1A43" w:rsidP="006376B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353" w:rsidRPr="002E234F" w:rsidRDefault="00167353" w:rsidP="006376B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hier wesentliche Annahmen beschreiben, die zur Erreichung der Outputs wichtig sind)"/>
                  </w:textInput>
                </w:ffData>
              </w:fldCha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(hier wesentliche Annahmen beschreiben, die zur Erreichung der Outputs wichtig sind)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</w:tr>
      <w:tr w:rsidR="00167353" w:rsidRPr="002E234F" w:rsidTr="006376B6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53" w:rsidRPr="002E234F" w:rsidRDefault="00167353" w:rsidP="006376B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Output 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353" w:rsidRPr="002E234F" w:rsidRDefault="00167353" w:rsidP="006376B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353" w:rsidRPr="002E234F" w:rsidRDefault="000B1A43" w:rsidP="006376B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51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353" w:rsidRPr="002E234F" w:rsidRDefault="00167353" w:rsidP="006376B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67353" w:rsidRPr="002E234F" w:rsidTr="006376B6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53" w:rsidRPr="002E234F" w:rsidRDefault="00167353" w:rsidP="006376B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Output 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353" w:rsidRPr="002E234F" w:rsidRDefault="000B1A43" w:rsidP="006376B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353" w:rsidRPr="002E234F" w:rsidRDefault="000B1A43" w:rsidP="006376B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E23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51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353" w:rsidRPr="002E234F" w:rsidRDefault="00167353" w:rsidP="006376B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67353" w:rsidRPr="002E234F" w:rsidTr="006376B6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53" w:rsidRPr="002E234F" w:rsidRDefault="000B1A43" w:rsidP="006376B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353" w:rsidRPr="002E234F" w:rsidRDefault="006376B6" w:rsidP="006376B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353" w:rsidRPr="002E234F" w:rsidRDefault="006376B6" w:rsidP="006376B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…</w:t>
            </w:r>
          </w:p>
        </w:tc>
        <w:tc>
          <w:tcPr>
            <w:tcW w:w="5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353" w:rsidRPr="002E234F" w:rsidRDefault="00167353" w:rsidP="006376B6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112883" w:rsidRPr="002E234F" w:rsidRDefault="00112883" w:rsidP="006376B6">
      <w:pPr>
        <w:tabs>
          <w:tab w:val="left" w:pos="7980"/>
        </w:tabs>
        <w:spacing w:before="20" w:after="20"/>
        <w:rPr>
          <w:rFonts w:ascii="Arial" w:hAnsi="Arial" w:cs="Arial"/>
          <w:sz w:val="20"/>
          <w:szCs w:val="20"/>
        </w:rPr>
      </w:pPr>
    </w:p>
    <w:sectPr w:rsidR="00112883" w:rsidRPr="002E234F" w:rsidSect="00BB2807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1418" w:right="1418" w:bottom="1418" w:left="1276" w:header="425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244" w:rsidRDefault="00440244" w:rsidP="00A637D0">
      <w:r>
        <w:separator/>
      </w:r>
    </w:p>
  </w:endnote>
  <w:endnote w:type="continuationSeparator" w:id="0">
    <w:p w:rsidR="00440244" w:rsidRDefault="00440244" w:rsidP="00A63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494596"/>
      <w:docPartObj>
        <w:docPartGallery w:val="Page Numbers (Bottom of Page)"/>
        <w:docPartUnique/>
      </w:docPartObj>
    </w:sdtPr>
    <w:sdtEndPr/>
    <w:sdtContent>
      <w:p w:rsidR="006813FB" w:rsidRDefault="006813F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F26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807" w:rsidRDefault="00BB2807" w:rsidP="00BB2807">
    <w:pPr>
      <w:pStyle w:val="Fuzeile"/>
      <w:tabs>
        <w:tab w:val="clear" w:pos="4536"/>
        <w:tab w:val="clear" w:pos="9072"/>
        <w:tab w:val="center" w:pos="7088"/>
        <w:tab w:val="right" w:pos="14144"/>
      </w:tabs>
      <w:rPr>
        <w:rFonts w:ascii="Times New Roman" w:eastAsia="Times New Roman" w:hAnsi="Times New Roman" w:cs="Times New Roman"/>
        <w:sz w:val="24"/>
        <w:szCs w:val="24"/>
        <w:lang w:eastAsia="de-DE"/>
      </w:rPr>
    </w:pPr>
    <w:r>
      <w:rPr>
        <w:sz w:val="14"/>
        <w:szCs w:val="14"/>
      </w:rPr>
      <w:t xml:space="preserve">Ver. </w:t>
    </w:r>
    <w:r w:rsidR="00BB3398">
      <w:rPr>
        <w:sz w:val="14"/>
        <w:szCs w:val="14"/>
      </w:rPr>
      <w:t>1</w:t>
    </w:r>
    <w:r w:rsidR="007422CB">
      <w:rPr>
        <w:sz w:val="14"/>
        <w:szCs w:val="14"/>
      </w:rPr>
      <w:t>2</w:t>
    </w:r>
    <w:r>
      <w:rPr>
        <w:sz w:val="14"/>
        <w:szCs w:val="14"/>
      </w:rPr>
      <w:t>.</w:t>
    </w:r>
    <w:r w:rsidR="00BB3398">
      <w:rPr>
        <w:sz w:val="14"/>
        <w:szCs w:val="14"/>
      </w:rPr>
      <w:t>10</w:t>
    </w:r>
    <w:r>
      <w:rPr>
        <w:sz w:val="14"/>
        <w:szCs w:val="14"/>
      </w:rPr>
      <w:t>.2017</w:t>
    </w:r>
    <w:r w:rsidR="008637C5">
      <w:rPr>
        <w:sz w:val="14"/>
        <w:szCs w:val="14"/>
      </w:rPr>
      <w:t>(2)</w:t>
    </w:r>
    <w:r>
      <w:rPr>
        <w:sz w:val="14"/>
        <w:szCs w:val="14"/>
      </w:rPr>
      <w:t>-GIZ</w:t>
    </w:r>
    <w:r>
      <w:rPr>
        <w:sz w:val="14"/>
        <w:szCs w:val="14"/>
      </w:rPr>
      <w:tab/>
    </w:r>
    <w:r>
      <w:rPr>
        <w:sz w:val="14"/>
        <w:szCs w:val="14"/>
      </w:rPr>
      <w:tab/>
    </w:r>
    <w:sdt>
      <w:sdtPr>
        <w:id w:val="1057437468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23F26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244" w:rsidRDefault="00440244" w:rsidP="00A637D0">
      <w:r>
        <w:separator/>
      </w:r>
    </w:p>
  </w:footnote>
  <w:footnote w:type="continuationSeparator" w:id="0">
    <w:p w:rsidR="00440244" w:rsidRDefault="00440244" w:rsidP="00A63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807" w:rsidRDefault="00BB2807">
    <w:r>
      <w:rPr>
        <w:noProof/>
      </w:rPr>
      <w:drawing>
        <wp:anchor distT="0" distB="0" distL="114300" distR="114300" simplePos="0" relativeHeight="251659264" behindDoc="0" locked="0" layoutInCell="1" allowOverlap="1" wp14:anchorId="04074D12" wp14:editId="2724684F">
          <wp:simplePos x="0" y="0"/>
          <wp:positionH relativeFrom="column">
            <wp:posOffset>8258175</wp:posOffset>
          </wp:positionH>
          <wp:positionV relativeFrom="paragraph">
            <wp:posOffset>-6350</wp:posOffset>
          </wp:positionV>
          <wp:extent cx="898525" cy="899795"/>
          <wp:effectExtent l="0" t="0" r="0" b="0"/>
          <wp:wrapNone/>
          <wp:docPr id="6" name="Grafik 2" descr="gizlogo-standard-rg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izlogo-standard-rgb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8525" cy="899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9892"/>
      <w:gridCol w:w="4252"/>
    </w:tblGrid>
    <w:tr w:rsidR="00625191" w:rsidTr="00625191">
      <w:tc>
        <w:tcPr>
          <w:tcW w:w="3497" w:type="pct"/>
        </w:tcPr>
        <w:p w:rsidR="00BB2807" w:rsidRPr="00BB2807" w:rsidRDefault="00BB2807" w:rsidP="00BB2807">
          <w:pPr>
            <w:autoSpaceDE w:val="0"/>
            <w:autoSpaceDN w:val="0"/>
            <w:adjustRightInd w:val="0"/>
            <w:spacing w:after="120" w:line="300" w:lineRule="atLeast"/>
            <w:rPr>
              <w:rFonts w:ascii="Arial" w:hAnsi="Arial" w:cs="Arial"/>
              <w:b/>
              <w:bCs/>
              <w:iCs/>
            </w:rPr>
          </w:pPr>
          <w:r w:rsidRPr="00BB2807">
            <w:rPr>
              <w:rFonts w:ascii="Arial" w:hAnsi="Arial" w:cs="Arial"/>
              <w:b/>
              <w:bCs/>
              <w:iCs/>
            </w:rPr>
            <w:t>&lt;Name des Moduls&gt; in &lt;Land&gt;</w:t>
          </w:r>
        </w:p>
        <w:p w:rsidR="00A34FC8" w:rsidRPr="006813FB" w:rsidRDefault="00BB2807" w:rsidP="00BB2807">
          <w:pPr>
            <w:autoSpaceDE w:val="0"/>
            <w:autoSpaceDN w:val="0"/>
            <w:adjustRightInd w:val="0"/>
            <w:spacing w:after="120" w:line="300" w:lineRule="atLeast"/>
            <w:rPr>
              <w:rFonts w:ascii="Arial" w:hAnsi="Arial" w:cs="Arial"/>
              <w:b/>
              <w:bCs/>
              <w:i/>
              <w:iCs/>
            </w:rPr>
          </w:pPr>
          <w:r w:rsidRPr="00BB2807">
            <w:rPr>
              <w:rFonts w:ascii="Arial" w:hAnsi="Arial" w:cs="Arial"/>
              <w:b/>
              <w:bCs/>
              <w:iCs/>
            </w:rPr>
            <w:t>Projektnummer &lt;xxx</w:t>
          </w:r>
          <w:r w:rsidR="00A70404">
            <w:rPr>
              <w:rFonts w:ascii="Arial" w:hAnsi="Arial" w:cs="Arial"/>
              <w:b/>
              <w:bCs/>
              <w:iCs/>
            </w:rPr>
            <w:t>x.xxxx.x</w:t>
          </w:r>
          <w:r w:rsidRPr="00BB2807">
            <w:rPr>
              <w:rFonts w:ascii="Arial" w:hAnsi="Arial" w:cs="Arial"/>
              <w:b/>
              <w:bCs/>
              <w:iCs/>
            </w:rPr>
            <w:t>&gt;</w:t>
          </w:r>
        </w:p>
      </w:tc>
      <w:tc>
        <w:tcPr>
          <w:tcW w:w="1503" w:type="pct"/>
        </w:tcPr>
        <w:p w:rsidR="00625191" w:rsidRDefault="00625191" w:rsidP="00112883">
          <w:pPr>
            <w:pStyle w:val="Kopfzeile"/>
            <w:tabs>
              <w:tab w:val="clear" w:pos="4536"/>
              <w:tab w:val="clear" w:pos="9072"/>
              <w:tab w:val="right" w:pos="9356"/>
            </w:tabs>
            <w:ind w:right="-227"/>
            <w:jc w:val="right"/>
          </w:pPr>
        </w:p>
      </w:tc>
    </w:tr>
  </w:tbl>
  <w:p w:rsidR="00625191" w:rsidRPr="00165E31" w:rsidRDefault="00625191" w:rsidP="00165E3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807" w:rsidRDefault="00BB2807" w:rsidP="00BB2807">
    <w:r>
      <w:rPr>
        <w:noProof/>
      </w:rPr>
      <w:drawing>
        <wp:anchor distT="0" distB="0" distL="114300" distR="114300" simplePos="0" relativeHeight="251661312" behindDoc="0" locked="0" layoutInCell="1" allowOverlap="1" wp14:anchorId="7215BFF3" wp14:editId="4771CF34">
          <wp:simplePos x="0" y="0"/>
          <wp:positionH relativeFrom="column">
            <wp:posOffset>8258175</wp:posOffset>
          </wp:positionH>
          <wp:positionV relativeFrom="paragraph">
            <wp:posOffset>-6350</wp:posOffset>
          </wp:positionV>
          <wp:extent cx="898525" cy="899795"/>
          <wp:effectExtent l="0" t="0" r="0" b="0"/>
          <wp:wrapNone/>
          <wp:docPr id="3" name="Grafik 2" descr="gizlogo-standard-rg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izlogo-standard-rgb.gif"/>
                  <pic:cNvPicPr/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8525" cy="899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9892"/>
      <w:gridCol w:w="4252"/>
    </w:tblGrid>
    <w:tr w:rsidR="00BB2807" w:rsidTr="00F82946">
      <w:tc>
        <w:tcPr>
          <w:tcW w:w="3497" w:type="pct"/>
        </w:tcPr>
        <w:p w:rsidR="00BB2807" w:rsidRPr="00BB2807" w:rsidRDefault="00BB2807" w:rsidP="00BB2807">
          <w:pPr>
            <w:autoSpaceDE w:val="0"/>
            <w:autoSpaceDN w:val="0"/>
            <w:adjustRightInd w:val="0"/>
            <w:spacing w:after="120" w:line="300" w:lineRule="atLeast"/>
            <w:rPr>
              <w:rFonts w:ascii="Arial" w:hAnsi="Arial" w:cs="Arial"/>
              <w:b/>
              <w:bCs/>
              <w:iCs/>
            </w:rPr>
          </w:pPr>
          <w:r w:rsidRPr="00BB2807">
            <w:rPr>
              <w:rFonts w:ascii="Arial" w:hAnsi="Arial" w:cs="Arial"/>
              <w:b/>
              <w:bCs/>
              <w:iCs/>
            </w:rPr>
            <w:t>&lt;Name des Moduls&gt; in &lt;Land&gt;</w:t>
          </w:r>
        </w:p>
        <w:p w:rsidR="00BB2807" w:rsidRPr="006813FB" w:rsidRDefault="00BB2807" w:rsidP="00BB2807">
          <w:pPr>
            <w:autoSpaceDE w:val="0"/>
            <w:autoSpaceDN w:val="0"/>
            <w:adjustRightInd w:val="0"/>
            <w:spacing w:after="120" w:line="300" w:lineRule="atLeast"/>
            <w:rPr>
              <w:rFonts w:ascii="Arial" w:hAnsi="Arial" w:cs="Arial"/>
              <w:b/>
              <w:bCs/>
              <w:i/>
              <w:iCs/>
            </w:rPr>
          </w:pPr>
          <w:r w:rsidRPr="00BB2807">
            <w:rPr>
              <w:rFonts w:ascii="Arial" w:hAnsi="Arial" w:cs="Arial"/>
              <w:b/>
              <w:bCs/>
              <w:iCs/>
            </w:rPr>
            <w:t>Projektnummer &lt;xxx</w:t>
          </w:r>
          <w:r w:rsidR="00A70404">
            <w:rPr>
              <w:rFonts w:ascii="Arial" w:hAnsi="Arial" w:cs="Arial"/>
              <w:b/>
              <w:bCs/>
              <w:iCs/>
            </w:rPr>
            <w:t>x.xxxx.x</w:t>
          </w:r>
          <w:r w:rsidRPr="00BB2807">
            <w:rPr>
              <w:rFonts w:ascii="Arial" w:hAnsi="Arial" w:cs="Arial"/>
              <w:b/>
              <w:bCs/>
              <w:iCs/>
            </w:rPr>
            <w:t>&gt;</w:t>
          </w:r>
        </w:p>
      </w:tc>
      <w:tc>
        <w:tcPr>
          <w:tcW w:w="1503" w:type="pct"/>
        </w:tcPr>
        <w:p w:rsidR="00BB2807" w:rsidRDefault="00BB2807" w:rsidP="00BB2807">
          <w:pPr>
            <w:pStyle w:val="Kopfzeile"/>
            <w:tabs>
              <w:tab w:val="clear" w:pos="4536"/>
              <w:tab w:val="clear" w:pos="9072"/>
              <w:tab w:val="right" w:pos="9356"/>
            </w:tabs>
            <w:ind w:right="-227"/>
            <w:jc w:val="right"/>
          </w:pPr>
        </w:p>
      </w:tc>
    </w:tr>
  </w:tbl>
  <w:p w:rsidR="00BB2807" w:rsidRDefault="00BB2807" w:rsidP="00BB2807">
    <w:pPr>
      <w:pStyle w:val="Kopfzeile"/>
      <w:tabs>
        <w:tab w:val="clear" w:pos="4536"/>
        <w:tab w:val="clear" w:pos="9072"/>
        <w:tab w:val="center" w:pos="7088"/>
        <w:tab w:val="right" w:pos="1414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65A13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1BCAA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9406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174D8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84080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9265D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788B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6811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AC6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97CCC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ttachedTemplate r:id="rId1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F26"/>
    <w:rsid w:val="00006FE3"/>
    <w:rsid w:val="000102ED"/>
    <w:rsid w:val="000304BC"/>
    <w:rsid w:val="00032E79"/>
    <w:rsid w:val="000A5C66"/>
    <w:rsid w:val="000B1A43"/>
    <w:rsid w:val="000B332A"/>
    <w:rsid w:val="000F1C7E"/>
    <w:rsid w:val="00102FEB"/>
    <w:rsid w:val="00112883"/>
    <w:rsid w:val="001130BA"/>
    <w:rsid w:val="00165E31"/>
    <w:rsid w:val="00167353"/>
    <w:rsid w:val="00190868"/>
    <w:rsid w:val="001B29EE"/>
    <w:rsid w:val="001C07C7"/>
    <w:rsid w:val="001D7231"/>
    <w:rsid w:val="001E57BE"/>
    <w:rsid w:val="00205815"/>
    <w:rsid w:val="002146C0"/>
    <w:rsid w:val="00223F26"/>
    <w:rsid w:val="002532B6"/>
    <w:rsid w:val="002616A5"/>
    <w:rsid w:val="00262971"/>
    <w:rsid w:val="00276837"/>
    <w:rsid w:val="002C06BE"/>
    <w:rsid w:val="002C318A"/>
    <w:rsid w:val="002D5065"/>
    <w:rsid w:val="002D5850"/>
    <w:rsid w:val="002E234F"/>
    <w:rsid w:val="002F1EB0"/>
    <w:rsid w:val="00304D87"/>
    <w:rsid w:val="0032079E"/>
    <w:rsid w:val="00320DBE"/>
    <w:rsid w:val="003306FA"/>
    <w:rsid w:val="00333EFE"/>
    <w:rsid w:val="00360D29"/>
    <w:rsid w:val="003A6494"/>
    <w:rsid w:val="003F6EC9"/>
    <w:rsid w:val="004018B9"/>
    <w:rsid w:val="00413307"/>
    <w:rsid w:val="004235F9"/>
    <w:rsid w:val="004315EE"/>
    <w:rsid w:val="00436785"/>
    <w:rsid w:val="00440244"/>
    <w:rsid w:val="004435ED"/>
    <w:rsid w:val="00463EC1"/>
    <w:rsid w:val="00466305"/>
    <w:rsid w:val="004666E2"/>
    <w:rsid w:val="0049307C"/>
    <w:rsid w:val="004C7994"/>
    <w:rsid w:val="004D7152"/>
    <w:rsid w:val="004E11DA"/>
    <w:rsid w:val="005178F8"/>
    <w:rsid w:val="005C4CC8"/>
    <w:rsid w:val="005D500F"/>
    <w:rsid w:val="00613B92"/>
    <w:rsid w:val="00625191"/>
    <w:rsid w:val="0063130E"/>
    <w:rsid w:val="006376B6"/>
    <w:rsid w:val="006421CC"/>
    <w:rsid w:val="006539E3"/>
    <w:rsid w:val="00661CDA"/>
    <w:rsid w:val="0066392A"/>
    <w:rsid w:val="0066526D"/>
    <w:rsid w:val="006813FB"/>
    <w:rsid w:val="006C0EB7"/>
    <w:rsid w:val="006E2E2F"/>
    <w:rsid w:val="006F53C4"/>
    <w:rsid w:val="006F643B"/>
    <w:rsid w:val="00707E40"/>
    <w:rsid w:val="00722877"/>
    <w:rsid w:val="00726D06"/>
    <w:rsid w:val="007422CB"/>
    <w:rsid w:val="0074248F"/>
    <w:rsid w:val="00752AC5"/>
    <w:rsid w:val="007628C2"/>
    <w:rsid w:val="007B14B5"/>
    <w:rsid w:val="007C2050"/>
    <w:rsid w:val="007D626A"/>
    <w:rsid w:val="007E4F41"/>
    <w:rsid w:val="007F26CA"/>
    <w:rsid w:val="00824179"/>
    <w:rsid w:val="008350F5"/>
    <w:rsid w:val="00847F0B"/>
    <w:rsid w:val="00856CFA"/>
    <w:rsid w:val="008637C5"/>
    <w:rsid w:val="00867BC9"/>
    <w:rsid w:val="00880B21"/>
    <w:rsid w:val="008C00BE"/>
    <w:rsid w:val="008C5EE6"/>
    <w:rsid w:val="0090752A"/>
    <w:rsid w:val="00926B39"/>
    <w:rsid w:val="00933A38"/>
    <w:rsid w:val="0094468A"/>
    <w:rsid w:val="00975FCF"/>
    <w:rsid w:val="00996AE7"/>
    <w:rsid w:val="009A13D5"/>
    <w:rsid w:val="009B0BA2"/>
    <w:rsid w:val="009E4E08"/>
    <w:rsid w:val="009E7E71"/>
    <w:rsid w:val="00A13972"/>
    <w:rsid w:val="00A34FC8"/>
    <w:rsid w:val="00A63157"/>
    <w:rsid w:val="00A637D0"/>
    <w:rsid w:val="00A70404"/>
    <w:rsid w:val="00A85D5A"/>
    <w:rsid w:val="00AA0BB3"/>
    <w:rsid w:val="00AC0E75"/>
    <w:rsid w:val="00AE6941"/>
    <w:rsid w:val="00B062E5"/>
    <w:rsid w:val="00B16EC0"/>
    <w:rsid w:val="00B27D30"/>
    <w:rsid w:val="00B71110"/>
    <w:rsid w:val="00B86CC5"/>
    <w:rsid w:val="00B969D6"/>
    <w:rsid w:val="00BA06E5"/>
    <w:rsid w:val="00BB0DDD"/>
    <w:rsid w:val="00BB2807"/>
    <w:rsid w:val="00BB3398"/>
    <w:rsid w:val="00BC6787"/>
    <w:rsid w:val="00BE09A4"/>
    <w:rsid w:val="00C1422E"/>
    <w:rsid w:val="00C177A6"/>
    <w:rsid w:val="00C33501"/>
    <w:rsid w:val="00C60F1D"/>
    <w:rsid w:val="00C76E1E"/>
    <w:rsid w:val="00CC41DD"/>
    <w:rsid w:val="00CD68E2"/>
    <w:rsid w:val="00D20307"/>
    <w:rsid w:val="00D2054F"/>
    <w:rsid w:val="00D2221E"/>
    <w:rsid w:val="00D949B9"/>
    <w:rsid w:val="00DD5188"/>
    <w:rsid w:val="00DD592E"/>
    <w:rsid w:val="00DE6D89"/>
    <w:rsid w:val="00DF2675"/>
    <w:rsid w:val="00DF6E8E"/>
    <w:rsid w:val="00E00A39"/>
    <w:rsid w:val="00E03ADC"/>
    <w:rsid w:val="00E44B0D"/>
    <w:rsid w:val="00E46413"/>
    <w:rsid w:val="00E534D5"/>
    <w:rsid w:val="00E62B79"/>
    <w:rsid w:val="00E643F5"/>
    <w:rsid w:val="00E65479"/>
    <w:rsid w:val="00E9115F"/>
    <w:rsid w:val="00E92E9A"/>
    <w:rsid w:val="00EC42AB"/>
    <w:rsid w:val="00ED10A2"/>
    <w:rsid w:val="00ED67E0"/>
    <w:rsid w:val="00EF13CF"/>
    <w:rsid w:val="00F259D5"/>
    <w:rsid w:val="00FD0CDF"/>
    <w:rsid w:val="00FE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0BE5E9C-74D3-4E51-93F7-054FE4E39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4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813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aliases w:val="1. Überschrift"/>
    <w:basedOn w:val="Standard"/>
    <w:next w:val="Standard"/>
    <w:link w:val="berschrift1Zchn"/>
    <w:autoRedefine/>
    <w:uiPriority w:val="1"/>
    <w:qFormat/>
    <w:rsid w:val="00E00A39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sz w:val="28"/>
      <w:szCs w:val="28"/>
      <w:lang w:eastAsia="en-US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1"/>
    <w:unhideWhenUsed/>
    <w:qFormat/>
    <w:rsid w:val="000F1C7E"/>
    <w:pPr>
      <w:keepNext/>
      <w:keepLines/>
      <w:spacing w:before="240"/>
      <w:outlineLvl w:val="1"/>
    </w:pPr>
    <w:rPr>
      <w:rFonts w:ascii="Arial" w:eastAsiaTheme="majorEastAsia" w:hAnsi="Arial" w:cstheme="majorBidi"/>
      <w:b/>
      <w:bCs/>
      <w:szCs w:val="26"/>
      <w:lang w:eastAsia="en-US"/>
    </w:rPr>
  </w:style>
  <w:style w:type="paragraph" w:styleId="berschrift3">
    <w:name w:val="heading 3"/>
    <w:aliases w:val="3. Überschrift"/>
    <w:basedOn w:val="Standard"/>
    <w:next w:val="Standard"/>
    <w:link w:val="berschrift3Zchn"/>
    <w:uiPriority w:val="1"/>
    <w:unhideWhenUsed/>
    <w:qFormat/>
    <w:rsid w:val="000F1C7E"/>
    <w:pPr>
      <w:keepNext/>
      <w:keepLines/>
      <w:spacing w:before="240"/>
      <w:outlineLvl w:val="2"/>
    </w:pPr>
    <w:rPr>
      <w:rFonts w:ascii="Arial" w:eastAsiaTheme="majorEastAsia" w:hAnsi="Arial" w:cstheme="majorBidi"/>
      <w:b/>
      <w:bCs/>
      <w:sz w:val="22"/>
      <w:szCs w:val="22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0F1C7E"/>
    <w:pPr>
      <w:keepNext/>
      <w:keepLines/>
      <w:spacing w:before="240"/>
      <w:outlineLvl w:val="3"/>
    </w:pPr>
    <w:rPr>
      <w:rFonts w:ascii="Arial" w:eastAsiaTheme="majorEastAsia" w:hAnsi="Arial" w:cstheme="majorBidi"/>
      <w:bCs/>
      <w:iCs/>
      <w:color w:val="4F81BD" w:themeColor="accent1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A637D0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A637D0"/>
  </w:style>
  <w:style w:type="paragraph" w:styleId="Fuzeile">
    <w:name w:val="footer"/>
    <w:basedOn w:val="Standard"/>
    <w:link w:val="FuzeileZchn"/>
    <w:uiPriority w:val="99"/>
    <w:unhideWhenUsed/>
    <w:rsid w:val="00A637D0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DE6D8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37D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semiHidden/>
    <w:unhideWhenUsed/>
    <w:rsid w:val="00A637D0"/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Standard"/>
    <w:uiPriority w:val="2"/>
    <w:qFormat/>
    <w:rsid w:val="009B0BA2"/>
    <w:pPr>
      <w:tabs>
        <w:tab w:val="left" w:pos="567"/>
        <w:tab w:val="left" w:pos="1134"/>
      </w:tabs>
      <w:ind w:left="1134" w:hanging="567"/>
    </w:pPr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1Einrckung">
    <w:name w:val="1. Einrückung"/>
    <w:basedOn w:val="Standard"/>
    <w:uiPriority w:val="2"/>
    <w:qFormat/>
    <w:rsid w:val="009B0BA2"/>
    <w:pPr>
      <w:tabs>
        <w:tab w:val="left" w:pos="567"/>
      </w:tabs>
      <w:ind w:left="567" w:hanging="567"/>
    </w:pPr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3Einrckung">
    <w:name w:val="3. Einrückung"/>
    <w:basedOn w:val="Standard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KeinLeerraum">
    <w:name w:val="No Spacing"/>
    <w:basedOn w:val="Standard"/>
    <w:uiPriority w:val="4"/>
    <w:semiHidden/>
    <w:unhideWhenUsed/>
    <w:rsid w:val="000F1C7E"/>
    <w:rPr>
      <w:rFonts w:ascii="Arial" w:eastAsiaTheme="minorHAnsi" w:hAnsi="Arial" w:cstheme="minorBidi"/>
      <w:sz w:val="22"/>
      <w:szCs w:val="22"/>
      <w:lang w:eastAsia="en-US"/>
    </w:rPr>
  </w:style>
  <w:style w:type="table" w:styleId="Tabellenraster">
    <w:name w:val="Table Grid"/>
    <w:basedOn w:val="NormaleTabelle"/>
    <w:rsid w:val="00165E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  <w:style w:type="paragraph" w:customStyle="1" w:styleId="Tabellentext">
    <w:name w:val="Tabellentext"/>
    <w:basedOn w:val="Standard"/>
    <w:link w:val="TabellentextZchn"/>
    <w:qFormat/>
    <w:rsid w:val="006813FB"/>
    <w:pPr>
      <w:spacing w:line="288" w:lineRule="auto"/>
    </w:pPr>
    <w:rPr>
      <w:rFonts w:ascii="Arial" w:hAnsi="Arial"/>
      <w:sz w:val="22"/>
      <w:szCs w:val="22"/>
    </w:rPr>
  </w:style>
  <w:style w:type="paragraph" w:customStyle="1" w:styleId="TabelleZwischen">
    <w:name w:val="TabelleZwischen"/>
    <w:basedOn w:val="Standard"/>
    <w:next w:val="Tabellentext"/>
    <w:qFormat/>
    <w:rsid w:val="006813FB"/>
    <w:pPr>
      <w:keepNext/>
      <w:keepLines/>
      <w:spacing w:before="100" w:line="288" w:lineRule="auto"/>
      <w:ind w:right="113"/>
    </w:pPr>
    <w:rPr>
      <w:rFonts w:ascii="Arial" w:hAnsi="Arial"/>
      <w:b/>
      <w:sz w:val="18"/>
      <w:szCs w:val="22"/>
    </w:rPr>
  </w:style>
  <w:style w:type="character" w:customStyle="1" w:styleId="TabellentextZchn">
    <w:name w:val="Tabellentext Zchn"/>
    <w:link w:val="Tabellentext"/>
    <w:rsid w:val="006813FB"/>
    <w:rPr>
      <w:rFonts w:ascii="Arial" w:eastAsia="Times New Roman" w:hAnsi="Arial" w:cs="Times New Roman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313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ueske_son\AppData\Local\Microsoft\Windows\INetCache\IE\WT3VTVIN\anlage-1-wirkungsmatrix-modul-d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2B14B1008AC4AA89310CEB97D6408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07A9066-FBD0-410C-B2A0-36FDF0C5D4FE}"/>
      </w:docPartPr>
      <w:docPartBody>
        <w:p w:rsidR="00000000" w:rsidRDefault="00545C09">
          <w:pPr>
            <w:pStyle w:val="B2B14B1008AC4AA89310CEB97D640844"/>
          </w:pPr>
          <w:r w:rsidRPr="00746E79">
            <w:rPr>
              <w:rStyle w:val="Platzhaltertext"/>
              <w:rFonts w:eastAsiaTheme="minorHAnsi" w:cs="Arial"/>
              <w:color w:val="FFC000"/>
              <w:szCs w:val="20"/>
            </w:rPr>
            <w:t>Istwert eingeben</w:t>
          </w:r>
        </w:p>
      </w:docPartBody>
    </w:docPart>
    <w:docPart>
      <w:docPartPr>
        <w:name w:val="C288EB6591EA41A0AF3147FF7C7DEF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9480FA-AFFC-43D6-A5F4-D721C9889F41}"/>
      </w:docPartPr>
      <w:docPartBody>
        <w:p w:rsidR="00000000" w:rsidRDefault="00545C09">
          <w:pPr>
            <w:pStyle w:val="C288EB6591EA41A0AF3147FF7C7DEFC8"/>
          </w:pPr>
          <w:r w:rsidRPr="006B5D0C">
            <w:rPr>
              <w:rStyle w:val="Platzhaltertext"/>
              <w:rFonts w:eastAsiaTheme="minorHAnsi" w:cs="Arial"/>
              <w:color w:val="FFC000"/>
              <w:szCs w:val="20"/>
            </w:rPr>
            <w:t>ja/nein</w:t>
          </w:r>
        </w:p>
      </w:docPartBody>
    </w:docPart>
    <w:docPart>
      <w:docPartPr>
        <w:name w:val="57F86E220C0D40DAAA1AAC441800BD7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9BFDBD-3EFA-42EA-A918-CBF81C0608C8}"/>
      </w:docPartPr>
      <w:docPartBody>
        <w:p w:rsidR="00000000" w:rsidRDefault="00545C09">
          <w:pPr>
            <w:pStyle w:val="57F86E220C0D40DAAA1AAC441800BD79"/>
          </w:pPr>
          <w:r w:rsidRPr="00746E79">
            <w:rPr>
              <w:rStyle w:val="Platzhaltertext"/>
              <w:rFonts w:eastAsiaTheme="minorHAnsi" w:cs="Arial"/>
              <w:color w:val="FFC000"/>
              <w:szCs w:val="20"/>
            </w:rPr>
            <w:t>Istwert eingeben</w:t>
          </w:r>
        </w:p>
      </w:docPartBody>
    </w:docPart>
    <w:docPart>
      <w:docPartPr>
        <w:name w:val="CD6BC79F8681405E92C18127F42C34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4169E2-E4D8-4615-ACC5-B22B9AD2BA88}"/>
      </w:docPartPr>
      <w:docPartBody>
        <w:p w:rsidR="00000000" w:rsidRDefault="00545C09">
          <w:pPr>
            <w:pStyle w:val="CD6BC79F8681405E92C18127F42C3455"/>
          </w:pPr>
          <w:r w:rsidRPr="006B5D0C">
            <w:rPr>
              <w:rStyle w:val="Platzhaltertext"/>
              <w:rFonts w:eastAsiaTheme="minorHAnsi" w:cs="Arial"/>
              <w:color w:val="FFC000"/>
              <w:szCs w:val="20"/>
            </w:rPr>
            <w:t>ja/nein</w:t>
          </w:r>
        </w:p>
      </w:docPartBody>
    </w:docPart>
    <w:docPart>
      <w:docPartPr>
        <w:name w:val="697E7CB7BE394829B5C91E8AB98371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247C79-B0CB-43A6-A265-698014308836}"/>
      </w:docPartPr>
      <w:docPartBody>
        <w:p w:rsidR="00000000" w:rsidRDefault="00545C09">
          <w:pPr>
            <w:pStyle w:val="697E7CB7BE394829B5C91E8AB9837135"/>
          </w:pPr>
          <w:r w:rsidRPr="00746E79">
            <w:rPr>
              <w:rStyle w:val="Platzhaltertext"/>
              <w:rFonts w:eastAsiaTheme="minorHAnsi" w:cs="Arial"/>
              <w:color w:val="FFC000"/>
              <w:szCs w:val="20"/>
            </w:rPr>
            <w:t>Istwert eingeben</w:t>
          </w:r>
        </w:p>
      </w:docPartBody>
    </w:docPart>
    <w:docPart>
      <w:docPartPr>
        <w:name w:val="D6356D3F12784293A0D2AADFB9AE55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CDCDAB-B73B-4DF5-928B-1C5E33793C14}"/>
      </w:docPartPr>
      <w:docPartBody>
        <w:p w:rsidR="00000000" w:rsidRDefault="00545C09">
          <w:pPr>
            <w:pStyle w:val="D6356D3F12784293A0D2AADFB9AE55CF"/>
          </w:pPr>
          <w:r w:rsidRPr="006B5D0C">
            <w:rPr>
              <w:rStyle w:val="Platzhaltertext"/>
              <w:rFonts w:eastAsiaTheme="minorHAnsi" w:cs="Arial"/>
              <w:color w:val="FFC000"/>
              <w:szCs w:val="20"/>
            </w:rPr>
            <w:t>ja/nein</w:t>
          </w:r>
        </w:p>
      </w:docPartBody>
    </w:docPart>
    <w:docPart>
      <w:docPartPr>
        <w:name w:val="9E348ADBCF9C4FB1A7C0B83BDFFCD7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4B34C6-D1FC-423D-B54C-F3A071665C68}"/>
      </w:docPartPr>
      <w:docPartBody>
        <w:p w:rsidR="00000000" w:rsidRDefault="00545C09">
          <w:pPr>
            <w:pStyle w:val="9E348ADBCF9C4FB1A7C0B83BDFFCD712"/>
          </w:pPr>
          <w:r w:rsidRPr="00746E79">
            <w:rPr>
              <w:rStyle w:val="Platzhaltertext"/>
              <w:rFonts w:eastAsiaTheme="minorHAnsi" w:cs="Arial"/>
              <w:color w:val="FFC000"/>
              <w:szCs w:val="20"/>
            </w:rPr>
            <w:t>Istwert eingeben</w:t>
          </w:r>
        </w:p>
      </w:docPartBody>
    </w:docPart>
    <w:docPart>
      <w:docPartPr>
        <w:name w:val="8DA1AF3CCE54409285EBDF24595B89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0FA56D-9F9E-42D5-879E-5F96F629497B}"/>
      </w:docPartPr>
      <w:docPartBody>
        <w:p w:rsidR="00000000" w:rsidRDefault="00545C09">
          <w:pPr>
            <w:pStyle w:val="8DA1AF3CCE54409285EBDF24595B89C0"/>
          </w:pPr>
          <w:r w:rsidRPr="006B5D0C">
            <w:rPr>
              <w:rStyle w:val="Platzhaltertext"/>
              <w:rFonts w:eastAsiaTheme="minorHAnsi" w:cs="Arial"/>
              <w:color w:val="FFC000"/>
              <w:szCs w:val="20"/>
            </w:rPr>
            <w:t>ja/nein</w:t>
          </w:r>
        </w:p>
      </w:docPartBody>
    </w:docPart>
    <w:docPart>
      <w:docPartPr>
        <w:name w:val="8015FC0DD9D14AFA85A5B2D7FE1BA2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922B9C-684E-4884-84A8-19B956A1175E}"/>
      </w:docPartPr>
      <w:docPartBody>
        <w:p w:rsidR="00000000" w:rsidRDefault="00545C09">
          <w:pPr>
            <w:pStyle w:val="8015FC0DD9D14AFA85A5B2D7FE1BA2A7"/>
          </w:pPr>
          <w:r w:rsidRPr="00746E79">
            <w:rPr>
              <w:rStyle w:val="Platzhaltertext"/>
              <w:rFonts w:eastAsiaTheme="minorHAnsi" w:cs="Arial"/>
              <w:color w:val="FFC000"/>
              <w:szCs w:val="20"/>
            </w:rPr>
            <w:t>Istwert eingeben</w:t>
          </w:r>
        </w:p>
      </w:docPartBody>
    </w:docPart>
    <w:docPart>
      <w:docPartPr>
        <w:name w:val="FB5DF95CD28D4858A5BA2A79E00B1F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4F2331-2F3B-43F0-8280-08D62CA59C3B}"/>
      </w:docPartPr>
      <w:docPartBody>
        <w:p w:rsidR="00000000" w:rsidRDefault="00545C09">
          <w:pPr>
            <w:pStyle w:val="FB5DF95CD28D4858A5BA2A79E00B1F03"/>
          </w:pPr>
          <w:r w:rsidRPr="006B5D0C">
            <w:rPr>
              <w:rStyle w:val="Platzhaltertext"/>
              <w:rFonts w:eastAsiaTheme="minorHAnsi" w:cs="Arial"/>
              <w:color w:val="FFC000"/>
              <w:szCs w:val="20"/>
            </w:rPr>
            <w:t>ja/nein</w:t>
          </w:r>
        </w:p>
      </w:docPartBody>
    </w:docPart>
    <w:docPart>
      <w:docPartPr>
        <w:name w:val="03662E4CCEB448F099FD04C6498C4A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30FEC9-E33E-4B9E-93D0-2A2E0A1B8CDA}"/>
      </w:docPartPr>
      <w:docPartBody>
        <w:p w:rsidR="00000000" w:rsidRDefault="00545C09">
          <w:pPr>
            <w:pStyle w:val="03662E4CCEB448F099FD04C6498C4A10"/>
          </w:pPr>
          <w:r w:rsidRPr="00746E79">
            <w:rPr>
              <w:rStyle w:val="Platzhaltertext"/>
              <w:rFonts w:eastAsiaTheme="minorHAnsi" w:cs="Arial"/>
              <w:color w:val="FFC000"/>
              <w:szCs w:val="20"/>
            </w:rPr>
            <w:t>Istwert eingeben</w:t>
          </w:r>
        </w:p>
      </w:docPartBody>
    </w:docPart>
    <w:docPart>
      <w:docPartPr>
        <w:name w:val="EA4C887C5C66418093B0F53F64C0E0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5229F9-8953-4F82-9615-F8A5F63E3B2A}"/>
      </w:docPartPr>
      <w:docPartBody>
        <w:p w:rsidR="00000000" w:rsidRDefault="00545C09">
          <w:pPr>
            <w:pStyle w:val="EA4C887C5C66418093B0F53F64C0E0AB"/>
          </w:pPr>
          <w:r w:rsidRPr="006B5D0C">
            <w:rPr>
              <w:rStyle w:val="Platzhaltertext"/>
              <w:rFonts w:eastAsiaTheme="minorHAnsi" w:cs="Arial"/>
              <w:color w:val="FFC000"/>
              <w:szCs w:val="20"/>
            </w:rPr>
            <w:t>ja/nein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C09"/>
    <w:rsid w:val="0054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B2B14B1008AC4AA89310CEB97D640844">
    <w:name w:val="B2B14B1008AC4AA89310CEB97D640844"/>
  </w:style>
  <w:style w:type="paragraph" w:customStyle="1" w:styleId="C288EB6591EA41A0AF3147FF7C7DEFC8">
    <w:name w:val="C288EB6591EA41A0AF3147FF7C7DEFC8"/>
  </w:style>
  <w:style w:type="paragraph" w:customStyle="1" w:styleId="57F86E220C0D40DAAA1AAC441800BD79">
    <w:name w:val="57F86E220C0D40DAAA1AAC441800BD79"/>
  </w:style>
  <w:style w:type="paragraph" w:customStyle="1" w:styleId="CD6BC79F8681405E92C18127F42C3455">
    <w:name w:val="CD6BC79F8681405E92C18127F42C3455"/>
  </w:style>
  <w:style w:type="paragraph" w:customStyle="1" w:styleId="697E7CB7BE394829B5C91E8AB9837135">
    <w:name w:val="697E7CB7BE394829B5C91E8AB9837135"/>
  </w:style>
  <w:style w:type="paragraph" w:customStyle="1" w:styleId="D6356D3F12784293A0D2AADFB9AE55CF">
    <w:name w:val="D6356D3F12784293A0D2AADFB9AE55CF"/>
  </w:style>
  <w:style w:type="paragraph" w:customStyle="1" w:styleId="9E348ADBCF9C4FB1A7C0B83BDFFCD712">
    <w:name w:val="9E348ADBCF9C4FB1A7C0B83BDFFCD712"/>
  </w:style>
  <w:style w:type="paragraph" w:customStyle="1" w:styleId="8DA1AF3CCE54409285EBDF24595B89C0">
    <w:name w:val="8DA1AF3CCE54409285EBDF24595B89C0"/>
  </w:style>
  <w:style w:type="paragraph" w:customStyle="1" w:styleId="8015FC0DD9D14AFA85A5B2D7FE1BA2A7">
    <w:name w:val="8015FC0DD9D14AFA85A5B2D7FE1BA2A7"/>
  </w:style>
  <w:style w:type="paragraph" w:customStyle="1" w:styleId="FB5DF95CD28D4858A5BA2A79E00B1F03">
    <w:name w:val="FB5DF95CD28D4858A5BA2A79E00B1F03"/>
  </w:style>
  <w:style w:type="paragraph" w:customStyle="1" w:styleId="03662E4CCEB448F099FD04C6498C4A10">
    <w:name w:val="03662E4CCEB448F099FD04C6498C4A10"/>
  </w:style>
  <w:style w:type="paragraph" w:customStyle="1" w:styleId="EA4C887C5C66418093B0F53F64C0E0AB">
    <w:name w:val="EA4C887C5C66418093B0F53F64C0E0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4CF7F-873F-4131-AD25-382B70CB3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anlage-1-wirkungsmatrix-modul-de.dotx</Template>
  <TotalTime>0</TotalTime>
  <Pages>3</Pages>
  <Words>410</Words>
  <Characters>2587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Wirkungsmatrix Modul</vt:lpstr>
    </vt:vector>
  </TitlesOfParts>
  <Company>GIZ GmbH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Wirkungsmatrix Modul</dc:title>
  <dc:subject/>
  <dc:creator>Sonja Huesken</dc:creator>
  <cp:keywords/>
  <dc:description/>
  <cp:lastModifiedBy>Huesken, Sonja GIZ</cp:lastModifiedBy>
  <cp:revision>1</cp:revision>
  <cp:lastPrinted>2012-12-03T12:31:00Z</cp:lastPrinted>
  <dcterms:created xsi:type="dcterms:W3CDTF">2018-10-25T07:17:00Z</dcterms:created>
  <dcterms:modified xsi:type="dcterms:W3CDTF">2018-10-25T07:17:00Z</dcterms:modified>
</cp:coreProperties>
</file>